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598FE" w14:textId="77777777" w:rsidR="002D458B" w:rsidRPr="002D458B" w:rsidRDefault="002D458B" w:rsidP="002D458B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D458B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SARS-CoV-2/human/USA/VT-Broad-CRSP_BASF6SBPTLBI5WS5/2022, complete genome</w:t>
      </w:r>
    </w:p>
    <w:p w14:paraId="5A5B264F" w14:textId="77777777" w:rsidR="002D458B" w:rsidRPr="002D458B" w:rsidRDefault="002D458B" w:rsidP="002D458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D458B">
        <w:rPr>
          <w:rFonts w:ascii="ＭＳ Ｐゴシック" w:eastAsia="ＭＳ Ｐゴシック" w:hAnsi="ＭＳ Ｐゴシック" w:cs="ＭＳ Ｐゴシック"/>
          <w:kern w:val="0"/>
          <w:sz w:val="24"/>
        </w:rPr>
        <w:t>GenBank: ON321116.1</w:t>
      </w:r>
    </w:p>
    <w:p w14:paraId="75D97CF6" w14:textId="77777777" w:rsidR="002D458B" w:rsidRPr="002D458B" w:rsidRDefault="002D458B" w:rsidP="002D458B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D45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D458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"https://www.ncbi.nlm.nih.gov/nuccore/ON321116.1?report=fasta" </w:instrText>
      </w:r>
      <w:r w:rsidRPr="002D45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D458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D45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D458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D45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D458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"https://www.ncbi.nlm.nih.gov/nuccore/ON321116.1?report=graph" </w:instrText>
      </w:r>
      <w:r w:rsidRPr="002D45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D458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D45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D458B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321116.1"/>
    <w:bookmarkEnd w:id="1"/>
    <w:p w14:paraId="339BE886" w14:textId="77777777" w:rsidR="002D458B" w:rsidRPr="002D458B" w:rsidRDefault="002D458B" w:rsidP="002D458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D45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D458B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"https://www.ncbi.nlm.nih.gov/nuccore/ON321116.1" \l "goto2228707102_0" </w:instrText>
      </w:r>
      <w:r w:rsidRPr="002D45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D458B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D458B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F34199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LOCUS       ON321116               29830 bp    RNA     linear   VRL 22-APR-2022</w:t>
      </w:r>
    </w:p>
    <w:p w14:paraId="0CC6CFE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222E28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SARS-CoV-2/human/USA/VT-Broad-CRSP_BASF6SBPTLBI5WS5/2022, complete</w:t>
      </w:r>
    </w:p>
    <w:p w14:paraId="4F5845E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genome.</w:t>
      </w:r>
    </w:p>
    <w:p w14:paraId="087F97D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ACCESSION   ON321116</w:t>
      </w:r>
    </w:p>
    <w:p w14:paraId="21F1384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VERSION     ON321116.1</w:t>
      </w:r>
    </w:p>
    <w:p w14:paraId="3E07AF9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"https://www.ncbi.nlm.nih.gov/bioproject/PRJNA622837"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PRJNA622837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E8F4F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"https://www.ncbi.nlm.nih.gov/biosample/SAMN27679353"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SAMN27679353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0BC81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12089C1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F59B20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F0F271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35C272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155DB2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5C6446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REFERENCE   1  (bases 1 to 29830)</w:t>
      </w:r>
    </w:p>
    <w:p w14:paraId="123B3BA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Lemieux,J.E., Siddle,K.J., Shaw,B., Adams,G., Pierce,V.,</w:t>
      </w:r>
    </w:p>
    <w:p w14:paraId="056D12E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Turbett,S., Anahtar,M., Branda,J., Slater,D., Harris,J., Lin,A.E.,</w:t>
      </w:r>
    </w:p>
    <w:p w14:paraId="447BAE9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Gladden-Young,A., Lagerborg,K., Rudy,M., DeRuff,K., Carter,A.,</w:t>
      </w:r>
    </w:p>
    <w:p w14:paraId="57E6B6C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Normandin,E., Bauer,M., Reilly,S., Tomkins-Tinch,C., Loreth,C.,</w:t>
      </w:r>
    </w:p>
    <w:p w14:paraId="48FF69F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Chaluvadi,S., Neumann,A., Cusick,C., Chapman,S.B., Gnirke,A.,</w:t>
      </w:r>
    </w:p>
    <w:p w14:paraId="0990982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Flowers,K., Cerrato,F., Birren,B.W., Gallagher,G., Smole,S.,</w:t>
      </w:r>
    </w:p>
    <w:p w14:paraId="0B2AA45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Park,D.J., MacInnis,B.L., Ryan,E., LaRocque,R., Rosenberg,E. and</w:t>
      </w:r>
    </w:p>
    <w:p w14:paraId="7DEFFEC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Sabeti,P.C.</w:t>
      </w:r>
    </w:p>
    <w:p w14:paraId="7B0D788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SARS-CoV-2 patient sequencing at the Broad Institute</w:t>
      </w:r>
    </w:p>
    <w:p w14:paraId="4ED585E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07F6F1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REFERENCE   2  (bases 1 to 29830)</w:t>
      </w:r>
    </w:p>
    <w:p w14:paraId="63D5ED0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Lemieux,J.E., Siddle,K.J., Shaw,B., Adams,G., Pierce,V.,</w:t>
      </w:r>
    </w:p>
    <w:p w14:paraId="20F3AC9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Turbett,S., Anahtar,M., Branda,J., Slater,D., Harris,J., Lin,A.E.,</w:t>
      </w:r>
    </w:p>
    <w:p w14:paraId="3F31F94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Gladden-Young,A., Lagerborg,K., Rudy,M., DeRuff,K., Carter,A.,</w:t>
      </w:r>
    </w:p>
    <w:p w14:paraId="7B34BE0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Normandin,E., Bauer,M., Reilly,S., Tomkins-Tinch,C., Loreth,C.,</w:t>
      </w:r>
    </w:p>
    <w:p w14:paraId="316B1D5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Chaluvadi,S., Neumann,A., Cusick,C., Chapman,S.B., Gnirke,A.,</w:t>
      </w:r>
    </w:p>
    <w:p w14:paraId="755048D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Flowers,K., Cerrato,F., Birren,B.W., Gallagher,G., Smole,S.,</w:t>
      </w:r>
    </w:p>
    <w:p w14:paraId="24069A6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Park,D.J., MacInnis,B.L., Ryan,E., LaRocque,R., Rosenberg,E. and</w:t>
      </w:r>
    </w:p>
    <w:p w14:paraId="2C5EFE1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Sabeti,P.C.</w:t>
      </w:r>
    </w:p>
    <w:p w14:paraId="5345D46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8F2416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(22-APR-2022) Infectious Disease Program, Broad Institute</w:t>
      </w:r>
    </w:p>
    <w:p w14:paraId="40C4831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of Harvard and MIT, 75 Ames St, Cambridge, MA 02142, USA</w:t>
      </w:r>
    </w:p>
    <w:p w14:paraId="4DE594F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321116.1"/>
      <w:bookmarkEnd w:id="2"/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7B90CDD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Broad viral-ngs v. v2.1.33</w:t>
      </w:r>
    </w:p>
    <w:p w14:paraId="7D36034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  :: 5815x</w:t>
      </w:r>
    </w:p>
    <w:p w14:paraId="1C28A7F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 6000</w:t>
      </w:r>
    </w:p>
    <w:p w14:paraId="5EC07B3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94471B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321116.1"/>
      <w:bookmarkEnd w:id="3"/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1CBF0F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1..29830</w:t>
      </w:r>
    </w:p>
    <w:p w14:paraId="37E8325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61E0CC5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80CD69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F9036C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/isolate="SARS-CoV-2/human/USA/VT-Broad-</w:t>
      </w:r>
    </w:p>
    <w:p w14:paraId="0A92D37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CRSP_BASF6SBPTLBI5WS5/2022"</w:t>
      </w:r>
    </w:p>
    <w:p w14:paraId="3DC7BEF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/isolation_source="clinical"</w:t>
      </w:r>
    </w:p>
    <w:p w14:paraId="32F60D2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246381F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7C95D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Vermont"</w:t>
      </w:r>
    </w:p>
    <w:p w14:paraId="7E8C9DF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/collection_date="2022-04-01"</w:t>
      </w:r>
    </w:p>
    <w:p w14:paraId="7395C0A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/collected_by="Broad Institute Clinical Research</w:t>
      </w:r>
    </w:p>
    <w:p w14:paraId="530DE86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Sequencing Platform"</w:t>
      </w:r>
    </w:p>
    <w:p w14:paraId="5799370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/note="Baseline surveillance (random sampling)"</w:t>
      </w:r>
    </w:p>
    <w:p w14:paraId="2BE17E5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"https://www.ncbi.nlm.nih.gov/nuccore/ON321116.1?from=246&amp;to=21526"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246..21526</w:t>
      </w:r>
    </w:p>
    <w:p w14:paraId="04B94F5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256DC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"https://www.ncbi.nlm.nih.gov/nuccore/ON321116.1?location=246:13439,13439:21526"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join(246..13439,13439..21526)</w:t>
      </w:r>
    </w:p>
    <w:p w14:paraId="3AF08B4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1D3BC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18A1DB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AA32E6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01380A5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"https://www.ncbi.nlm.nih.gov/protein/2228707103"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UPI22205.1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F1C58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F32E98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F35315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6B3906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1B7B48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F959B9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97E2BE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DFVKATCEFCGTENLTKEGATTCGYLPQNAVVKIYCPACHNSEVGPEHSLAEYHNESG</w:t>
      </w:r>
    </w:p>
    <w:p w14:paraId="0866D3B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BD435E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724710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C11D81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39ABD9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267691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438B75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FLEGETLPTEVLIEEVVLKTGDLQPLEQPTSEAVEAPLVGTPVCINGLMLLEIKDTEK</w:t>
      </w:r>
    </w:p>
    <w:p w14:paraId="6EDF09E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D8AE52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487445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456B39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D33D7A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8E620C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F8441C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PLLSAGIFGADPIHSLRVCVDTVRTKIYLAVFDKNLYDKLVSSFLEMKSEKQVEQKIA</w:t>
      </w:r>
    </w:p>
    <w:p w14:paraId="7FDCD7F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655388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E66762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BD05BB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35C2EC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627AC52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1AEA72F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F4922A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3C25D7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2889C6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DE53D7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E74BA0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F12763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424EE31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76BD16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E4C947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AE94AD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2E9D6C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FE0751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0F9D2F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B2044F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002D11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271CF21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1C8145A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65A394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E549E0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F3E693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856A57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KQLIKVTLVFLFVAAIFYLITPVHVMSKHTDFSSEIIGYKAIDGGVTRDIASTDTCFA</w:t>
      </w:r>
    </w:p>
    <w:p w14:paraId="0F169B3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14CCC9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A52A21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F220EC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89D8C6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F2060B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82C7FF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E35F4E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270046E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0AC42B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B882E8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26F1A1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B498F3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0092D0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B10D71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018184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768F0C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FEAD67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F3285F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049724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CB1CDB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0C2D704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638E6E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FFEEB9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1A1824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C0FF05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3A8491A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AD3746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D246B2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92EAC2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E90166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78B9833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FEC3F4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54486B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0F036E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A77066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33D3FA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4FC0109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1649FED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FC1A97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38DFDC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94DE88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MLVKQGDDYVYLPYPDPSRILGAGCFVDDIVKTDGTLMIERFVSLAIDAYPLTKHPNQ</w:t>
      </w:r>
    </w:p>
    <w:p w14:paraId="6CDE5B1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29591EE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5B02671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0639D6E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73F5B42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40C44E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5BB655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112BD99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A47D3B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0920D7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4E1B5CF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ACADF5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23E7553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7CBBF5F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1D700C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4045D79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526C9B0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B83B62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6EFDDD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B1F767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3110DE4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6F2CB11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092DB5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3CF612C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473BBC5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9B4C06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0645F9C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458AF56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7EF5EC5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3B781FE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A6D464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1D2DC55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7FF8999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"https://www.ncbi.nlm.nih.gov/protein/UPI22205.1?from=1&amp;to=180"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246..785</w:t>
      </w:r>
    </w:p>
    <w:p w14:paraId="7F29CAF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5B4E4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6D7B63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"https://www.ncbi.nlm.nih.gov/protein/UPI22205.1?from=181&amp;to=818"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786..2699</w:t>
      </w:r>
    </w:p>
    <w:p w14:paraId="3C76387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6031F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B688F1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"https://www.ncbi.nlm.nih.gov/protein/UPI22205.1?from=819&amp;to=2763"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2700..8534</w:t>
      </w:r>
    </w:p>
    <w:p w14:paraId="25473DF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207B3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E23514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"https://www.ncbi.nlm.nih.gov/protein/UPI22205.1?from=2764&amp;to=3263"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8535..10034</w:t>
      </w:r>
    </w:p>
    <w:p w14:paraId="1BF122E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D3B34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0929F9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"https://www.ncbi.nlm.nih.gov/protein/UPI22205.1?from=3264&amp;to=3569"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10035..10952</w:t>
      </w:r>
    </w:p>
    <w:p w14:paraId="0400243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792D3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7C8606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"https://www.ncbi.nlm.nih.gov/protein/UPI22205.1?from=3570&amp;to=3856"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10953..11813</w:t>
      </w:r>
    </w:p>
    <w:p w14:paraId="2D27764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F195B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808E34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"https://www.ncbi.nlm.nih.gov/protein/UPI22205.1?from=3857&amp;to=3939"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11814..12062</w:t>
      </w:r>
    </w:p>
    <w:p w14:paraId="2804AA5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0762E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46A4AE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"https://www.ncbi.nlm.nih.gov/protein/UPI22205.1?from=3940&amp;to=4137"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12063..12656</w:t>
      </w:r>
    </w:p>
    <w:p w14:paraId="2CC94E7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D452D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97B0EF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"https://www.ncbi.nlm.nih.gov/protein/UPI22205.1?from=4138&amp;to=4250"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12657..12995</w:t>
      </w:r>
    </w:p>
    <w:p w14:paraId="50FA2C8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8A976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7DFF16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"https://www.ncbi.nlm.nih.gov/protein/UPI22205.1?from=4251&amp;to=4389"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12996..13412</w:t>
      </w:r>
    </w:p>
    <w:p w14:paraId="153D278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23475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2744C1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"https://www.ncbi.nlm.nih.gov/protein/UPI22205.1?from=4390&amp;to=5321"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join(13413..13439,13439..16207)</w:t>
      </w:r>
    </w:p>
    <w:p w14:paraId="7296E6E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24940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704F398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"https://www.ncbi.nlm.nih.gov/protein/UPI22205.1?from=5322&amp;to=5922"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16208..18010</w:t>
      </w:r>
    </w:p>
    <w:p w14:paraId="2A5F460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0EBE7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4AE4E2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"https://www.ncbi.nlm.nih.gov/protein/UPI22205.1?from=5923&amp;to=6449"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18011..19591</w:t>
      </w:r>
    </w:p>
    <w:p w14:paraId="0DF8DD0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4310A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AE1E33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"https://www.ncbi.nlm.nih.gov/protein/UPI22205.1?from=6450&amp;to=6795"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19592..20629</w:t>
      </w:r>
    </w:p>
    <w:p w14:paraId="76D61F4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79C0A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CE1926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"https://www.ncbi.nlm.nih.gov/protein/UPI22205.1?from=6796&amp;to=7093"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20630..21523</w:t>
      </w:r>
    </w:p>
    <w:p w14:paraId="04B94B7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8FC40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D5F3CA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"https://www.ncbi.nlm.nih.gov/nuccore/ON321116.1?from=246&amp;to=13454"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246..13454</w:t>
      </w:r>
    </w:p>
    <w:p w14:paraId="59A751F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FFAB5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55D478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68DE9D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"https://www.ncbi.nlm.nih.gov/protein/2228707104"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UPI22206.1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D51189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B28AB1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6237D26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290168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CBD3A1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269962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7B18F2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1CD041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121A53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2CB184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470111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A4CBEB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D3DCCD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6E779A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FLEGETLPTEVLIEEVVLKTGDLQPLEQPTSEAVEAPLVGTPVCINGLMLLEIKDTEK</w:t>
      </w:r>
    </w:p>
    <w:p w14:paraId="193365B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63D314F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3D7697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9F60D7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1F6F652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F88314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6D66B4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PLLSAGIFGADPIHSLRVCVDTVRTKIYLAVFDKNLYDKLVSSFLEMKSEKQVEQKIA</w:t>
      </w:r>
    </w:p>
    <w:p w14:paraId="1ADE1C0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5E6B41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E97343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9B9F5D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E1A3D1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FA63CF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77EF1D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C10412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69F9D8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46A23C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6EB287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667C264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3D59C2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4D56C7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AB0318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4690FB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D8D9DA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CE4E66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467F11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299840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466AFDF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19E15D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78B8D7E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INPTDQSSYIVDSVTVKNGSIHLYFDKAGQKTYERHSLSHFVNLDNLRANNTKGSLPI</w:t>
      </w:r>
    </w:p>
    <w:p w14:paraId="663EDFD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51DA30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D051E2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862EF1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67A801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6492056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0E5CF4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B4CC91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BCBD82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62FB3E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F162C4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0ADFEA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E0E481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4F19AB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3CA179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6AF8721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83CF16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3507018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68D22F1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266900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3AF44B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5ECE05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B67A06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1827D9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618FDB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7C9687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4B945B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2B3747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986BE0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136295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35DC5A3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17E2D5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409DA33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A8B5B8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"https://www.ncbi.nlm.nih.gov/protein/UPI22206.1?from=1&amp;to=180"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246..785</w:t>
      </w:r>
    </w:p>
    <w:p w14:paraId="4F4449F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D6CB2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03D182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"https://www.ncbi.nlm.nih.gov/protein/UPI22206.1?from=181&amp;to=818"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786..2699</w:t>
      </w:r>
    </w:p>
    <w:p w14:paraId="12D52AE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DA938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A59F50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"https://www.ncbi.nlm.nih.gov/protein/UPI22206.1?from=819&amp;to=2763"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2700..8534</w:t>
      </w:r>
    </w:p>
    <w:p w14:paraId="4819478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DB202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/product="nsp3"</w:t>
      </w:r>
    </w:p>
    <w:p w14:paraId="4D6C4A0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"https://www.ncbi.nlm.nih.gov/protein/UPI22206.1?from=2764&amp;to=3263"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8535..10034</w:t>
      </w:r>
    </w:p>
    <w:p w14:paraId="4E61100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B02DA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DD3AB4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"https://www.ncbi.nlm.nih.gov/protein/UPI22206.1?from=3264&amp;to=3569"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10035..10952</w:t>
      </w:r>
    </w:p>
    <w:p w14:paraId="0C5F377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BDE795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0E1B42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"https://www.ncbi.nlm.nih.gov/protein/UPI22206.1?from=3570&amp;to=3856"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10953..11813</w:t>
      </w:r>
    </w:p>
    <w:p w14:paraId="4DCA1DA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E1754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D5DE3B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"https://www.ncbi.nlm.nih.gov/protein/UPI22206.1?from=3857&amp;to=3939"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11814..12062</w:t>
      </w:r>
    </w:p>
    <w:p w14:paraId="05F4B32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8A8FD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BC809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"https://www.ncbi.nlm.nih.gov/protein/UPI22206.1?from=3940&amp;to=4137"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12063..12656</w:t>
      </w:r>
    </w:p>
    <w:p w14:paraId="0F9F2DF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B39DF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DC01E3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"https://www.ncbi.nlm.nih.gov/protein/UPI22206.1?from=4138&amp;to=4250"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12657..12995</w:t>
      </w:r>
    </w:p>
    <w:p w14:paraId="5E55009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05B44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BE1931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"https://www.ncbi.nlm.nih.gov/protein/UPI22206.1?from=4251&amp;to=4389"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12996..13412</w:t>
      </w:r>
    </w:p>
    <w:p w14:paraId="57D55D2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62B18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841492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"https://www.ncbi.nlm.nih.gov/protein/UPI22206.1?from=4390&amp;to=4402"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13413..13451</w:t>
      </w:r>
    </w:p>
    <w:p w14:paraId="7BA0577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47C16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8D3522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"https://www.ncbi.nlm.nih.gov/nuccore/ON321116.1?from=13447&amp;to=13474"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13447..13474</w:t>
      </w:r>
    </w:p>
    <w:p w14:paraId="6E04664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D5B5F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6B3D49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BF0C18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"https://www.ncbi.nlm.nih.gov/nuccore/ON321116.1?from=13459&amp;to=13513"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13459..13513</w:t>
      </w:r>
    </w:p>
    <w:p w14:paraId="6E3E771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6ACB7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50DBEF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B6334D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"https://www.ncbi.nlm.nih.gov/nuccore/ON321116.1?from=21534&amp;to=25346"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21534..25346</w:t>
      </w:r>
    </w:p>
    <w:p w14:paraId="57EED74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0C66BA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"https://www.ncbi.nlm.nih.gov/nuccore/ON321116.1?from=21534&amp;to=25346"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21534..25346</w:t>
      </w:r>
    </w:p>
    <w:p w14:paraId="571BE45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413CA2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6400D3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247F44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"https://www.ncbi.nlm.nih.gov/protein/2228707105"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UPI22207.1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727CC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C2A320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49CE8F9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FGTTLDSKTQSLLIVNNATNVVIKVCEFQFCNDPFLDVYYHKNNKSWMESEFRVYSSA</w:t>
      </w:r>
    </w:p>
    <w:p w14:paraId="146835A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7CE01E2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CF215D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2E3B9D6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40129E9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255B9BD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RLFRKSNLKPFERDISTEIYQAGNKPCNGVAGFNCYFPLRSYGFRPTNGVGHQPYRVV</w:t>
      </w:r>
    </w:p>
    <w:p w14:paraId="46775B4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BF5A58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49DB499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CA2E5E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105B4DD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19C56F6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64F441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69F319D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2E341D6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20581A3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EF33D4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482793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C7174F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7A1323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E0F9BC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"https://www.ncbi.nlm.nih.gov/nuccore/ON321116.1?from=25355&amp;to=26182"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25355..26182</w:t>
      </w:r>
    </w:p>
    <w:p w14:paraId="07D8058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559A70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"https://www.ncbi.nlm.nih.gov/nuccore/ON321116.1?from=25355&amp;to=26182"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25355..26182</w:t>
      </w:r>
    </w:p>
    <w:p w14:paraId="5B6A535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90D3F7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47F3B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F5EBF7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"https://www.ncbi.nlm.nih.gov/protein/2228707106"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UPI22208.1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E4840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9AA298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WLIVGVALLVVFQSASKIITLKKRWQLALSKGVHFVCNLLLLFVTVYSHLLLVAAGLE</w:t>
      </w:r>
    </w:p>
    <w:p w14:paraId="40072AB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6DFE2A5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AABE5A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3F956C5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"https://www.ncbi.nlm.nih.gov/nuccore/ON321116.1?from=26207&amp;to=26434"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26207..26434</w:t>
      </w:r>
    </w:p>
    <w:p w14:paraId="626B16E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15B9EE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"https://www.ncbi.nlm.nih.gov/nuccore/ON321116.1?from=26207&amp;to=26434"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26207..26434</w:t>
      </w:r>
    </w:p>
    <w:p w14:paraId="72ECA43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B65B69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199CA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599AE97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"https://www.ncbi.nlm.nih.gov/protein/2228707107"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UPI22209.1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FB425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02BC6D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A78D0E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"https://www.ncbi.nlm.nih.gov/nuccore/ON321116.1?from=26485&amp;to=27153"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26485..27153</w:t>
      </w:r>
    </w:p>
    <w:p w14:paraId="07F3AFE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AAFCD0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"https://www.ncbi.nlm.nih.gov/nuccore/ON321116.1?from=26485&amp;to=27153"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26485..27153</w:t>
      </w:r>
    </w:p>
    <w:p w14:paraId="3558F0B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017634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C48DA5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61EBED0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"https://www.ncbi.nlm.nih.gov/protein/2228707108"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UPI22210.1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2F107B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3C135E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63E54B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0438F0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AD29DA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CF75D5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"https://www.ncbi.nlm.nih.gov/nuccore/ON321116.1?from=27164&amp;to=27349"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27164..27349</w:t>
      </w:r>
    </w:p>
    <w:p w14:paraId="18C4E9F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55058E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"https://www.ncbi.nlm.nih.gov/nuccore/ON321116.1?from=27164&amp;to=27349"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27164..27349</w:t>
      </w:r>
    </w:p>
    <w:p w14:paraId="066FB49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670E04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359A7B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183E4B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"https://www.ncbi.nlm.nih.gov/protein/2228707109"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UPI22211.1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BEABE3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78F12A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56CA602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"https://www.ncbi.nlm.nih.gov/nuccore/ON321116.1?from=27356&amp;to=27721"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27356..27721</w:t>
      </w:r>
    </w:p>
    <w:p w14:paraId="2CD6FAA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E5AADA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"https://www.ncbi.nlm.nih.gov/nuccore/ON321116.1?from=27356&amp;to=27721"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27356..27721</w:t>
      </w:r>
    </w:p>
    <w:p w14:paraId="07C41F4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9F1CC0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2DEAF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289BA9D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"https://www.ncbi.nlm.nih.gov/protein/2228707110"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UPI22212.1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CFB26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8FD4CE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87C081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594E5F5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"https://www.ncbi.nlm.nih.gov/nuccore/ON321116.1?from=27718&amp;to=27849"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27718..27849</w:t>
      </w:r>
    </w:p>
    <w:p w14:paraId="2EABC34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E6E4EC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"https://www.ncbi.nlm.nih.gov/nuccore/ON321116.1?from=27718&amp;to=27849"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27718..27849</w:t>
      </w:r>
    </w:p>
    <w:p w14:paraId="38D0408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847F23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237E1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4BA94A5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"https://www.ncbi.nlm.nih.gov/protein/2228707111"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UPI22213.1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94D8F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154903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"https://www.ncbi.nlm.nih.gov/nuccore/ON321116.1?from=27856&amp;to=28221"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27856..28221</w:t>
      </w:r>
    </w:p>
    <w:p w14:paraId="642E4E7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F8466E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"https://www.ncbi.nlm.nih.gov/nuccore/ON321116.1?from=27856&amp;to=28221"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27856..28221</w:t>
      </w:r>
    </w:p>
    <w:p w14:paraId="756C463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/gene="ORF8"</w:t>
      </w:r>
    </w:p>
    <w:p w14:paraId="55CEA2D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49090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3ED7C2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"https://www.ncbi.nlm.nih.gov/protein/2228707112"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UPI22214.1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C1FB1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4CB011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AF5B7B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5F965BB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"https://www.ncbi.nlm.nih.gov/nuccore/ON321116.1?from=28236&amp;to=29486"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28236..29486</w:t>
      </w:r>
    </w:p>
    <w:p w14:paraId="264A8DE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53360E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"https://www.ncbi.nlm.nih.gov/nuccore/ON321116.1?from=28236&amp;to=29486"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28236..29486</w:t>
      </w:r>
    </w:p>
    <w:p w14:paraId="6F19C41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A85042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BFCCC1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C2E879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"https://www.ncbi.nlm.nih.gov/protein/2228707113"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UPI22215.1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1481C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2DC4561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0266D5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3D3CAB2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B7F7C4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4D023C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FF8B37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30B102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5A77ED0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"https://www.ncbi.nlm.nih.gov/nuccore/ON321116.1?from=29511&amp;to=29627"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29511..29627</w:t>
      </w:r>
    </w:p>
    <w:p w14:paraId="45CC1FB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2E9DD5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"https://www.ncbi.nlm.nih.gov/nuccore/ON321116.1?from=29511&amp;to=29627"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29511..29627</w:t>
      </w:r>
    </w:p>
    <w:p w14:paraId="20DC2F7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1697B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FC62D8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0CC7D4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"https://www.ncbi.nlm.nih.gov/protein/2228707114"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UPI22216.1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EF480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9AB7E6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"https://www.ncbi.nlm.nih.gov/nuccore/ON321116.1?from=29562&amp;to=29597"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29562..29597</w:t>
      </w:r>
    </w:p>
    <w:p w14:paraId="631CF61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19541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BBC466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"https://www.ncbi.nlm.nih.gov/nuccore/ON321116.1?from=29582&amp;to=29610"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29582..29610</w:t>
      </w:r>
    </w:p>
    <w:p w14:paraId="50E6D3C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256A59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11BBC8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"https://www.ncbi.nlm.nih.gov/nuccore/ON321116.1?from=29681&amp;to=29695" </w:instrTex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D458B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29681..29695</w:t>
      </w:r>
    </w:p>
    <w:p w14:paraId="701CF1C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2174D5A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1A3570D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321116.1"/>
      <w:bookmarkEnd w:id="4"/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caggtaacaa accaaccaac tttngatctc ttgtagatct gttctctaaa cgaactttaa</w:t>
      </w:r>
    </w:p>
    <w:p w14:paraId="0F37982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aatctgtgtg gctgtcactc ggctgcatgc ttagtgcact cacgcagtat aattaataac</w:t>
      </w:r>
    </w:p>
    <w:p w14:paraId="62D560D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taattactgt cgttgacagg acacgagtaa ctcgtctatc ttctgcaggc tgcttacggt</w:t>
      </w:r>
    </w:p>
    <w:p w14:paraId="2EF1134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181 ttcgtccgtg ttgcagccga tcatcagcac atctaggttt tgtccgggtg tgaccgaaag</w:t>
      </w:r>
    </w:p>
    <w:p w14:paraId="717DC90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gtaagatgga gagccttgtc cctggtttca acgagaaaac acacgtccaa ctcagtttgc</w:t>
      </w:r>
    </w:p>
    <w:p w14:paraId="01963F3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ctgttttaca ggttcgcgac gtgctcgtac gtggctttgg agactccgtg gaggaggtct</w:t>
      </w:r>
    </w:p>
    <w:p w14:paraId="7C046FB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tatcagaggc acgtcaacat cttaaagatg gcacttgtgg cttagtagaa gttgaaaaag</w:t>
      </w:r>
    </w:p>
    <w:p w14:paraId="513E523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gcgttttgcc tcaacttgaa cagccctatg tgttcatcaa acgttcggat gctcgaactg</w:t>
      </w:r>
    </w:p>
    <w:p w14:paraId="5EE4D6B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cacctcatgg tcatgttatg gttgagctgg tagcagaact cgaaggcatt cagtacggtc</w:t>
      </w:r>
    </w:p>
    <w:p w14:paraId="0C0E9A1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gtagtggtga gacacttggt gtccttgtcc ctcatgtggg cgaaatacca gtggcttacc</w:t>
      </w:r>
    </w:p>
    <w:p w14:paraId="273AACF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gcaaggttct tcttcgtaag aacggtaata aaggagctgg tggccatagg tacggcgccg</w:t>
      </w:r>
    </w:p>
    <w:p w14:paraId="110956B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atctaaagtc atttgactta ggcgacgagc ttggcactga tccttatgaa gattttcaag</w:t>
      </w:r>
    </w:p>
    <w:p w14:paraId="2E4FA68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aaaactggaa cactaaacat agcagtggtg ttacccgtga actcatgcgt gagcttaacg</w:t>
      </w:r>
    </w:p>
    <w:p w14:paraId="40B48E4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gaggggcata cactcgctat gtcgataaca acttctgtgg ccctgatggc taccctcttg</w:t>
      </w:r>
    </w:p>
    <w:p w14:paraId="69C29EE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agtgcattaa agaccttcta gcacgtgctg gtaaagcttc atgcactttg tccgaacaac</w:t>
      </w:r>
    </w:p>
    <w:p w14:paraId="6A56890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tggactttat tgacactaag aggggtgtat actgctgccg tgaacatgag catgaaattg</w:t>
      </w:r>
    </w:p>
    <w:p w14:paraId="14D31F6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cttggtacac ggaacgttct gaaaagagct atgaattgca gacacctttt gaaattaaat</w:t>
      </w:r>
    </w:p>
    <w:p w14:paraId="026911D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tggcaaagaa atttgacacc ttcaatgggg aatgtccaaa ttttgtattt cccttaaatt</w:t>
      </w:r>
    </w:p>
    <w:p w14:paraId="13DECB1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ccataatcaa gactattcaa ccaagggttg aaaagaaaaa gcttgatggc tttatgggta</w:t>
      </w:r>
    </w:p>
    <w:p w14:paraId="6520E9B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gaattcgatc tgtctatcca gttgcgtcac caaatgaatg caaccaaatg tgcctttcaa</w:t>
      </w:r>
    </w:p>
    <w:p w14:paraId="3AB4396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ctctcatgaa gtgtgatcat tgtggtgaaa cttcatggca gacgggcgat tttgttaaag</w:t>
      </w:r>
    </w:p>
    <w:p w14:paraId="2F0BD9C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ccacttgcga attttgtggc actgagaatt tgactaaaga aggtgccact acttgtggtt</w:t>
      </w:r>
    </w:p>
    <w:p w14:paraId="74AF40B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acttacccca aaatgctgtt gttaaaattt attgtccagc atgtcacaat tcagaagtag</w:t>
      </w:r>
    </w:p>
    <w:p w14:paraId="0252DC5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gacctgagca tagtcttgcc gaataccata atgaatctgg cttgaaaacc attcttcgta</w:t>
      </w:r>
    </w:p>
    <w:p w14:paraId="3FDBB51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agggtggtcg cactattgcc tttggaggct gtgtgttctc ttatgttggt tgccataaca</w:t>
      </w:r>
    </w:p>
    <w:p w14:paraId="6ABE479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agtgtgccta ttgggttcca cgtgctagcg ctaacatagg ttgtaaccat acaggtgttg</w:t>
      </w:r>
    </w:p>
    <w:p w14:paraId="20CE14E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ttggagaagg ttccgaaggt cttaatgaca accttcttga aatactccaa aaagagaaag</w:t>
      </w:r>
    </w:p>
    <w:p w14:paraId="1D0389C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tcaacatcaa tattgttggt gactttaaac ttaatgaaga gatcgccatt attttggcat</w:t>
      </w:r>
    </w:p>
    <w:p w14:paraId="2BC8635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ctttttctgc ttccacaagt gcttttgtgg aaactgtgaa aggtttggat tataaagcat</w:t>
      </w:r>
    </w:p>
    <w:p w14:paraId="4196E8B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tcaaacaaat tgttgaatcc tgtggtaatt ttaaagttac aaaaggaaaa gctaaaaaag</w:t>
      </w:r>
    </w:p>
    <w:p w14:paraId="556AFA4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gtgcctggaa tattggtgaa cagaaatcaa tactgagtcc tctttatgca tttgcatcag</w:t>
      </w:r>
    </w:p>
    <w:p w14:paraId="0410D71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aggctgctcg tgttgtacga tcaattttct cccgcactct tgaaactgct caaaattctg</w:t>
      </w:r>
    </w:p>
    <w:p w14:paraId="1518E1B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tgcgtgtttt acagaaggcc gctataacaa tactagatgg aatttcacag tattcactga</w:t>
      </w:r>
    </w:p>
    <w:p w14:paraId="7697876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gactcattga tgctatgatg ttcacatctg atttggctac taacaatcta gttgtaatgg</w:t>
      </w:r>
    </w:p>
    <w:p w14:paraId="2E31C85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cctacattac aggtggtgtt gttcagttga cttcgcagtg gctaactaac atctttggca</w:t>
      </w:r>
    </w:p>
    <w:p w14:paraId="46E08B1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ctgtttatga aaaactcaaa cccgtccttg attggcttga agagaagttt aaggaaggtg</w:t>
      </w:r>
    </w:p>
    <w:p w14:paraId="2F452CD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tagagtttct tagagacggt tgggaaattg ttaaatttat ctcaacctgt gcttgtgaaa</w:t>
      </w:r>
    </w:p>
    <w:p w14:paraId="0BD5865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ttgtcggtgg acaaattgtc acctgtgcaa aggaaattaa ggagagtgtt cagacattct</w:t>
      </w:r>
    </w:p>
    <w:p w14:paraId="198EF8A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ttaagcttgt aaataaattt ttggctttgt gtgctgactc tatcattatt ggtggagcta</w:t>
      </w:r>
    </w:p>
    <w:p w14:paraId="1CE67BC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aacttaaagc cttgaattta ggtgaaacat ttgtcacgca ctcaaaggga ttgtacagaa</w:t>
      </w:r>
    </w:p>
    <w:p w14:paraId="5127825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agtgtgttaa atccagagaa gaaactggcc tactcatgcc tctaaaagcc ccaaaagaaa</w:t>
      </w:r>
    </w:p>
    <w:p w14:paraId="73BF556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ttatcttctt agagggagaa acacttccca cagaagtgtt aatagaggaa gttgtcttga</w:t>
      </w:r>
    </w:p>
    <w:p w14:paraId="0E3B896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aaactggtga tttacaacca ttagaacaac ctactagtga agctgttgaa gctccattgg</w:t>
      </w:r>
    </w:p>
    <w:p w14:paraId="1D126D5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ttggtacacc agtttgtatt aacgggctta tgttgctcga aatcaaagac acagaaaagt</w:t>
      </w:r>
    </w:p>
    <w:p w14:paraId="66F8617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actgtgccct tgcacctaat atgatggtaa caaacaatac cttcacactc aaaggcggtg</w:t>
      </w:r>
    </w:p>
    <w:p w14:paraId="61BEFB8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2701 caccaacaaa ggttactttt ggtgatgaca ctgtgataga agtgcaaggt tacaagagtg</w:t>
      </w:r>
    </w:p>
    <w:p w14:paraId="76C51F5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tgaatatcat ttttgaactt gatgaaagga ttgataaagt acttaatgag aagtgctctg</w:t>
      </w:r>
    </w:p>
    <w:p w14:paraId="03506BF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cctatacagt tgaactcggt acagaagtaa atgagttcgc ctgtgttgtg gcagatgctg</w:t>
      </w:r>
    </w:p>
    <w:p w14:paraId="3F4B3D2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tcataaaaac tttgcaacca gtatctgaat tacttacacc actgggcatt gatttagatg</w:t>
      </w:r>
    </w:p>
    <w:p w14:paraId="4475A0C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agtggagtat ggctacatac tacttatttg atgagtctgg tgagtttaaa ttggcttcac</w:t>
      </w:r>
    </w:p>
    <w:p w14:paraId="6FA648E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atatgtattg ttctttttac cctccagatg aggatgaaga agaaggtgat tgtgaagaag</w:t>
      </w:r>
    </w:p>
    <w:p w14:paraId="59470EB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aagagtttga gccatcaact caatatgagt atggtactga agatgattac caaggtaaac</w:t>
      </w:r>
    </w:p>
    <w:p w14:paraId="160BA19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ctttggaatt tggtgccact tctgctgctc ttcaacctga agaagagcaa gaagaagatt</w:t>
      </w:r>
    </w:p>
    <w:p w14:paraId="574349B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ggttagatga tgatagtcaa caaactgttg gtcaacaaga cggcagtgag gacaatcaga</w:t>
      </w:r>
    </w:p>
    <w:p w14:paraId="4B70CBB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caactactat tcaaacaatt gttgaggttc aacctcaatt agagatggaa cttacaccag</w:t>
      </w:r>
    </w:p>
    <w:p w14:paraId="41445FE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ttgttcagac tattgaagtg aatagtttta gtggttattt aaaacttact gacaatgtat</w:t>
      </w:r>
    </w:p>
    <w:p w14:paraId="7720301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acattaaaaa tgcagacatt gtggaagaag ctaaaaaggt aaaaccaaca gtggttgtta</w:t>
      </w:r>
    </w:p>
    <w:p w14:paraId="28E25A1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atgcagccaa tgtttacctt aaacatggag gaggtgttgc aggagcctta aataaggcta</w:t>
      </w:r>
    </w:p>
    <w:p w14:paraId="0EA62B8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ctaacaatgc catgcaagtt gaatctgatg attacatagc tactaatgga ccacttaaag</w:t>
      </w:r>
    </w:p>
    <w:p w14:paraId="17DF818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tgggtggtag ttgtgtttta agcggacaca atcttgctaa acactgtctt catgttgtcg</w:t>
      </w:r>
    </w:p>
    <w:p w14:paraId="7477E79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gcccaaatgt taacaaaggt gaagacattc aacttcttaa gagtgcttat gaaaatttta</w:t>
      </w:r>
    </w:p>
    <w:p w14:paraId="36FC486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atcagcacga agttctactt gcaccattat tatcagctgg tatttttggt gctgacccta</w:t>
      </w:r>
    </w:p>
    <w:p w14:paraId="077241E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tacattcttt aagagtttgt gtagatactg ttcgcacaaa aatctactta gctgtctttg</w:t>
      </w:r>
    </w:p>
    <w:p w14:paraId="4557146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ataaaaatct ctatgacaaa cttgtttcaa gctttttgga aatgaagagt gaaaagcaag</w:t>
      </w:r>
    </w:p>
    <w:p w14:paraId="38B5C8C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ttgaacaaaa gatcgctgag attcctaaag aggaagttaa gccatttata actgaaagta</w:t>
      </w:r>
    </w:p>
    <w:p w14:paraId="30E501B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aaccttcagt tgaacagaga aaacaagatg ataagaaaat caaagcttgt gttgaagaag</w:t>
      </w:r>
    </w:p>
    <w:p w14:paraId="5C80A26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ttacaacaac tctggaagaa actaagttcc tcacagaaaa cttgttactt tatattgaca</w:t>
      </w:r>
    </w:p>
    <w:p w14:paraId="4DE21A3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ttaatggcaa tcttcatcca gattctgcca ctcttgttag tgacattgac atcactttct</w:t>
      </w:r>
    </w:p>
    <w:p w14:paraId="7615561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taaagaaaga tgctccatat atagtgggtg atgttgttca agagggtgtt ttaactgctg</w:t>
      </w:r>
    </w:p>
    <w:p w14:paraId="2B93EE6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tggttatacc tactaaaaag gctagtggca ctactgaaat gctagcgaaa gctttgagaa</w:t>
      </w:r>
    </w:p>
    <w:p w14:paraId="652E5EB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aagtgccaac agacaattat ataaccactt acccgggtca gggtttaaat ggttacactg</w:t>
      </w:r>
    </w:p>
    <w:p w14:paraId="3EF4057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tagaggaggc aaagacagtg cttaaaaagt gtaaaagtgc tttttacatt ctaccatcta</w:t>
      </w:r>
    </w:p>
    <w:p w14:paraId="3281A90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ttatctctaa tgagaagcaa gaaattcttg gaactgtttc ttggaatttg cgagaaatgc</w:t>
      </w:r>
    </w:p>
    <w:p w14:paraId="333E376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ttgcacatgc agaagaaaca cgcaaattaa tgcctgtctg tgtggaaact aaagccatag</w:t>
      </w:r>
    </w:p>
    <w:p w14:paraId="74DF42C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tttcaactat acagcgtaaa tataagggta ttaaaataca agagggtgtg gttgattatg</w:t>
      </w:r>
    </w:p>
    <w:p w14:paraId="3412A60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gtgctagatt ttacttttac accagtaaaa caactgtagc gtcacttatc aacacactta</w:t>
      </w:r>
    </w:p>
    <w:p w14:paraId="4A779E8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acgatctaaa tgaaactctt gttacaatgc cacttggcta tgtaacacat ggcttaaatt</w:t>
      </w:r>
    </w:p>
    <w:p w14:paraId="6A0967E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tggaagaagc tgctcggtat atgagatctc tcaaagtgcc agctacagtt tctgtttctt</w:t>
      </w:r>
    </w:p>
    <w:p w14:paraId="05E4C27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cacctgatgc tgttacagcg tataatggtt atcttacttc ttcttctaaa acacctgaag</w:t>
      </w:r>
    </w:p>
    <w:p w14:paraId="34063BF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aacattttat tgaaaccatc tcacttgctg gttcctataa agattggtcc tattctggac</w:t>
      </w:r>
    </w:p>
    <w:p w14:paraId="6E37EEB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aatctacaca actaggtata gaatttctta agagaggtga taaaagtgta tattacacta</w:t>
      </w:r>
    </w:p>
    <w:p w14:paraId="72CDB6D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gtaatcctac cacattccac ctagatggtg aagttatcac ctttgacaat cttaagacac</w:t>
      </w:r>
    </w:p>
    <w:p w14:paraId="58EC910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ttctttcttt gagagaagtg aggactatta aggtgtttac aacagtagac aacattaacc</w:t>
      </w:r>
    </w:p>
    <w:p w14:paraId="0685810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tccacacgca agttgtggac atgtcaatga catatggaca acagtttggt ccaacttatt</w:t>
      </w:r>
    </w:p>
    <w:p w14:paraId="4AB4CE0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tggatggagc tgatgttact aaaataaaac ctcataattc acatgaaggt aaaacatttt</w:t>
      </w:r>
    </w:p>
    <w:p w14:paraId="1551AC0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atgttttacc taatgatgac actctacgtg ttgaggcttt tgagtactac cacacaactg</w:t>
      </w:r>
    </w:p>
    <w:p w14:paraId="79406FB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atcctagttt tctgggtagg tacatgtcag cattaaatca cactaaaaag tggaaatacc</w:t>
      </w:r>
    </w:p>
    <w:p w14:paraId="38099E2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5221 cacaagttaa tggtttaact tctattaaat gggcagataa caactgttat cttgccactg</w:t>
      </w:r>
    </w:p>
    <w:p w14:paraId="6405620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cattgttaac actccaacaa atagagttga agtttaatcc acctgctcta caagatgctt</w:t>
      </w:r>
    </w:p>
    <w:p w14:paraId="3D8ED6A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attacagagc aagggctggt gaagctgcta acttttgtgc acttatctta gcctactgta</w:t>
      </w:r>
    </w:p>
    <w:p w14:paraId="2BCC8C6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ataagacagt aggtgagtta ggtgatgtta gagaaacaat gagttacttg tttcaacatg</w:t>
      </w:r>
    </w:p>
    <w:p w14:paraId="6133CBF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ccaatttaga ttcttgcaaa agagtcttga acgtggtgtg taaaacttgt ggacaacagc</w:t>
      </w:r>
    </w:p>
    <w:p w14:paraId="1B24E6E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agacaaccct taagggtgta gaagctgtta tgtacatggg cacactttct tatgaacaat</w:t>
      </w:r>
    </w:p>
    <w:p w14:paraId="71BADE6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ttaagaaagg tgttcagata ccttgtacgt gtggtaaaca agctacaaaa tatctagtac</w:t>
      </w:r>
    </w:p>
    <w:p w14:paraId="28F3990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aacaggagtc accttttgtt atgatgtcag caccacctgc tcagtatgaa cttaagcatg</w:t>
      </w:r>
    </w:p>
    <w:p w14:paraId="244323A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gtacatttac ttgtgctagt gagtacactg gtaattacca gtgtggtcac tataaacata</w:t>
      </w:r>
    </w:p>
    <w:p w14:paraId="3EBC4DC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taacttctaa agaaactttg tattgcatag acggtgcttt acttacaaag tcctcagaat</w:t>
      </w:r>
    </w:p>
    <w:p w14:paraId="5901CD3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acaaaggtcc tattacggat gttttctaca aagaaaacag ttacacaaca accataaaac</w:t>
      </w:r>
    </w:p>
    <w:p w14:paraId="352BDBE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cagttactta taaattggat ggtgttgttt gtacagaaat tgaccctaag ttggacaatt</w:t>
      </w:r>
    </w:p>
    <w:p w14:paraId="6EA0FE7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attataagaa agacaattct tatttcacag agcaaccaat tgatcttgta ccaaaccaac</w:t>
      </w:r>
    </w:p>
    <w:p w14:paraId="314F269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catatccaaa cgcaagcttc gataatttta agtttgtatg tgataatatc aaatttgctg</w:t>
      </w:r>
    </w:p>
    <w:p w14:paraId="44888FB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atgatttaaa ccagttaact ggttataaga aacctgcttc aagagagctt aaagttacat</w:t>
      </w:r>
    </w:p>
    <w:p w14:paraId="45FEABB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ttttccctga cttaaatggt gatgtggtgg ctattgatta taaacactac acaccctctt</w:t>
      </w:r>
    </w:p>
    <w:p w14:paraId="560F2AF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ttaagaaagg agctaaattg ttacataaac ctattgtttg gcatgttaac aatgcaacta</w:t>
      </w:r>
    </w:p>
    <w:p w14:paraId="1EF0B74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ataaagccac gtataaacca aatacctggt gtatacgttg tctttggagc acaaaaccag</w:t>
      </w:r>
    </w:p>
    <w:p w14:paraId="13B4CFD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ttgaaacatc aaattcgttt gatgtactga agtcagagga cgcgcaggga atggataatc</w:t>
      </w:r>
    </w:p>
    <w:p w14:paraId="1A95BD1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ttgcctgcga agatctaaaa ccagtctctg aagaagtagt ggaaaatcct accatacaga</w:t>
      </w:r>
    </w:p>
    <w:p w14:paraId="7D84540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aagacgttct tgagtgtaat gtgaaaacta ccgaagttgt aggagacatt atacttaaac</w:t>
      </w:r>
    </w:p>
    <w:p w14:paraId="58996D1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cagcaaataa tagtttaaaa attacagaag aggttggcca cacagatcta atggctgctt</w:t>
      </w:r>
    </w:p>
    <w:p w14:paraId="10FBA4B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atgtagacaa ttctagtctt actattaaga aacctaatga attatctaga gtattaggtt</w:t>
      </w:r>
    </w:p>
    <w:p w14:paraId="20EAB64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tgaaaaccct tgctactcat ggtttagctg ctgttaatag tgtcccttgg gatactatag</w:t>
      </w:r>
    </w:p>
    <w:p w14:paraId="675FABA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ctaattatgc taagcctttt cttaacaaag ttgttagtac aactactaac atagttacac</w:t>
      </w:r>
    </w:p>
    <w:p w14:paraId="5C498BD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ggtgtttaaa ccgtgtttgt actaattata tgccttattt ctttacttta ttgctacaat</w:t>
      </w:r>
    </w:p>
    <w:p w14:paraId="0C86DDA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tgtgtacttt tactagaagt acaaattcta gaattaaagc atctatgccg actactatag</w:t>
      </w:r>
    </w:p>
    <w:p w14:paraId="2CF2E12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caaagaatac tgttaagagt gtcggtaaat tttgtctaga ggcttcattt aattatttga</w:t>
      </w:r>
    </w:p>
    <w:p w14:paraId="7CB494E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agtcacctaa tttttctaaa ctgataaata ttataatttg gtttttacta ttaagtgttt</w:t>
      </w:r>
    </w:p>
    <w:p w14:paraId="36C1EFF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gcctaggttc tttaatctac tcaaccgctg ctttaggtgt tttaatgtct aatttaggca</w:t>
      </w:r>
    </w:p>
    <w:p w14:paraId="491F7C1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tgccttctta ctgtactggt tacagagaag gctatttgaa ctctactaat gtcactattg</w:t>
      </w:r>
    </w:p>
    <w:p w14:paraId="57E97D3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caacctactg tactggttct ataccttgta gtgtttgtct tagtggttta gattctttag</w:t>
      </w:r>
    </w:p>
    <w:p w14:paraId="33766E0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acacctatcc ttctttagaa actatacaaa ttaccatttc atcttttaaa tgggatttaa</w:t>
      </w:r>
    </w:p>
    <w:p w14:paraId="6168708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ctgcttttgg cttagttgca gagtggtttt tggcatatat tcttttcact aggtttttct</w:t>
      </w:r>
    </w:p>
    <w:p w14:paraId="7EB14D9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atgtacttgg attggctgca atcatgcaat tgtttttcag ctattttgca gtacatttta</w:t>
      </w:r>
    </w:p>
    <w:p w14:paraId="72FAB1A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ttagtaattc ttggcttatg tggttaataa ttaatcttgt acaaatggcc ccgatttcag</w:t>
      </w:r>
    </w:p>
    <w:p w14:paraId="167E7A8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ctatggttag aatgtacatc ttctttgcat cattttatta tgtatggaaa agttatgtgc</w:t>
      </w:r>
    </w:p>
    <w:p w14:paraId="0D2FA10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atgttgtaga cggttgtaat tcatcaactt gtatgatgtg ttacaaacgt aatagagcaa</w:t>
      </w:r>
    </w:p>
    <w:p w14:paraId="7741596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caagagtcga atgtacaact attgttaatg gtgttagaag gtccttttat gtctatgcta</w:t>
      </w:r>
    </w:p>
    <w:p w14:paraId="2110297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atggaggtaa aggcttttgc aaactacaca attggaattg tgttaattgt gatacattct</w:t>
      </w:r>
    </w:p>
    <w:p w14:paraId="0413EB7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gtgctggtag tacatttatt agtgatgaag ttgcgagaga cttgtcacta cagtttaaaa</w:t>
      </w:r>
    </w:p>
    <w:p w14:paraId="0B3BF16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gaccaataaa tcctactgac cagtcttctt acatcgttga tagtgttaca gtgaagaatg</w:t>
      </w:r>
    </w:p>
    <w:p w14:paraId="15A9658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7741 gttccatcca tctttacttt gataaagctg gtcaaaagac ttatgaaaga cattctctct</w:t>
      </w:r>
    </w:p>
    <w:p w14:paraId="1EA87C6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ctcattttgt taacttagac aacctgagag ctaataacac taaaggttca ttgcctatta</w:t>
      </w:r>
    </w:p>
    <w:p w14:paraId="40B85FA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atgttatagt ttttgatggt aaatcaaaat gtgaagaatc atctgcaaaa tcagcgtctg</w:t>
      </w:r>
    </w:p>
    <w:p w14:paraId="7C39FE9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tttactacag tcagcttatg tgtcaaccta tactgttact agatcaggca ttagtgtctg</w:t>
      </w:r>
    </w:p>
    <w:p w14:paraId="57E8521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atgttggtga tagtgcggaa gttgcagtta aaatgtttga tgcttacgtt aatacgtttt</w:t>
      </w:r>
    </w:p>
    <w:p w14:paraId="06A27D4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catcaacttt taacgtacca atggaaaaac tcaaaacact agttgcaact gcagaagctg</w:t>
      </w:r>
    </w:p>
    <w:p w14:paraId="22AD9BE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aacttgcaaa gaatgtgtcc ttagacaatg tcttatctac ttttatttca gcagctcggc</w:t>
      </w:r>
    </w:p>
    <w:p w14:paraId="79420DA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aagggtttgt tgattcagat gtagaaacta aagatgttgt tgaatgtctt aaattgtcac</w:t>
      </w:r>
    </w:p>
    <w:p w14:paraId="7613D19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atcaatctga catagaagtt actggcgata gttgtaataa ctatatgctc acctataaca</w:t>
      </w:r>
    </w:p>
    <w:p w14:paraId="715C274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aagttgaaaa catgacaccc cgtgaccttg gtgcttgtat tgactgtagt gcgcgtcata</w:t>
      </w:r>
    </w:p>
    <w:p w14:paraId="775AD8A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ttaatgcgca ggtagcaaaa agtcacaaca ttgctttgat atggaacgtt aaagatttca</w:t>
      </w:r>
    </w:p>
    <w:p w14:paraId="7335879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tgtcattgtc tgaacaacta cgaaaacaaa tacgtagtgc tgctaaaaag aataacttac</w:t>
      </w:r>
    </w:p>
    <w:p w14:paraId="67A02D8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cttttaagtt gacatgtgca actactagac aagttgttaa tgttgtaaca acaaagatag</w:t>
      </w:r>
    </w:p>
    <w:p w14:paraId="06FFADB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cacttaaggg tggtaaaatt gttaataatt ggttgaagca gttaattaaa gttacacttg</w:t>
      </w:r>
    </w:p>
    <w:p w14:paraId="19B85A9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tgttcctttt tgttgctgct attttctatt taataacacc tgttcatgtc atgtctaaac</w:t>
      </w:r>
    </w:p>
    <w:p w14:paraId="5078182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atactgactt ttcaagtgaa atcataggat acaaggctat tgatggtggt gtcactcgtg</w:t>
      </w:r>
    </w:p>
    <w:p w14:paraId="2A43DDC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acatagcatc tacagatact tgttttgcta acaaacatgc tgattttgac acatggttta</w:t>
      </w:r>
    </w:p>
    <w:p w14:paraId="089FB89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gccagcgtgg tggtagttat actaatgaca aagcttgccc attgattgct gcagtcataa</w:t>
      </w:r>
    </w:p>
    <w:p w14:paraId="7279538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caagagaagt gggttttgtc gtgcctggtt tgcctggcac gatattacgc acaactaatg</w:t>
      </w:r>
    </w:p>
    <w:p w14:paraId="3385E6E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gtgacttttt gcatttctta cctagagttt ttagtgcagt tggtaacatc tgttacacac</w:t>
      </w:r>
    </w:p>
    <w:p w14:paraId="32F8718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catcaaaact tatagagtac actgactttg caacatcagc ttgtgttttg gctgctgaat</w:t>
      </w:r>
    </w:p>
    <w:p w14:paraId="00273B2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gtacaatttt taaagatgct tctggtaagc cagtaccata ttgttatgat accaatgtac</w:t>
      </w:r>
    </w:p>
    <w:p w14:paraId="7C161AF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tagaaggttc tgttgcttat gaaagtttac gccctgacac acgttatgtg ctcatggatg</w:t>
      </w:r>
    </w:p>
    <w:p w14:paraId="77156BF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gctctattat tcaatttcct aacacctacc ttgaaggttc tgttagagtg gtaacaactt</w:t>
      </w:r>
    </w:p>
    <w:p w14:paraId="0BDBE31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ttgattctga gtactgtagg cacggcactt gtgaaagatc agaagctggt gtttgtgtat</w:t>
      </w:r>
    </w:p>
    <w:p w14:paraId="0DA37C5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ctactagtgg tagatgggta cttaacaatg attattacag atctttacca ggagttttct</w:t>
      </w:r>
    </w:p>
    <w:p w14:paraId="53E4E12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gtggtgtaga tgctgtaaat ttatttacta atatgtttac accactaatt caacctattg</w:t>
      </w:r>
    </w:p>
    <w:p w14:paraId="0E9F6C9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gtgctttgga catatcagca tctatagtag ctggtggtat tgtggctatc gtagtaacat</w:t>
      </w:r>
    </w:p>
    <w:p w14:paraId="1514BBC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gccttgccta ctattttatg aggtttagaa gagcttttgg tgaatacagt catgtagttg</w:t>
      </w:r>
    </w:p>
    <w:p w14:paraId="5773ED7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cctttaatac tttactattc cttatgtcat tcattgtact ctgtttaaca ccagtttact</w:t>
      </w:r>
    </w:p>
    <w:p w14:paraId="156924C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cattcttacc tggtgtttat tctgttattt acttgtactt gacattttat cttactaatg</w:t>
      </w:r>
    </w:p>
    <w:p w14:paraId="7DB5A60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atgtttcttt tttagcacat attcagtgga tggttatgtt cacaccttta gtacctttct</w:t>
      </w:r>
    </w:p>
    <w:p w14:paraId="3CAE9D4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ggataacaat tgcttatatc atttgtattt ccacaaagca tttctattgg ttctttagta</w:t>
      </w:r>
    </w:p>
    <w:p w14:paraId="11D38A4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attacctaaa gagacgtgta gtctttaatg gtgtttcctt tagtactttt gaagaagctg</w:t>
      </w:r>
    </w:p>
    <w:p w14:paraId="7B6C7A1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cgctgtgcac ctttttgtta aataaagaaa tgtatctaaa gttgcgtagt gatgtgctat</w:t>
      </w:r>
    </w:p>
    <w:p w14:paraId="0B94BC5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taccttttac gcaatataat agatacttag ctctttataa taagtacaag tattttagtg</w:t>
      </w:r>
    </w:p>
    <w:p w14:paraId="640941E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gagcaatgga tacaactagc tacagagaag ctgcttgttg tcatctcgca aaggctctca</w:t>
      </w:r>
    </w:p>
    <w:p w14:paraId="5232D40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atgacttcag taactcaggt tctgatgttc tttaccaacc accacaaatc tctatcacct</w:t>
      </w:r>
    </w:p>
    <w:p w14:paraId="02FDBDF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cagctgtttt gcagagtggt tttagaaaaa tggcattccc atctggtaaa gttgagggtt</w:t>
      </w:r>
    </w:p>
    <w:p w14:paraId="5B6E160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gtatggtaca agtaacttgt ggtacaacta cacttaacgg tctttggctt gatgacgtag</w:t>
      </w:r>
    </w:p>
    <w:p w14:paraId="2951090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tttactgtcc aagacatgtg atctgcacct ctgaagatat gcttaaccct aattatgaag</w:t>
      </w:r>
    </w:p>
    <w:p w14:paraId="24D5332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atttactcat tcgtaagtct aatcataatt tcttggtaca ggctggtaat gttcaactca</w:t>
      </w:r>
    </w:p>
    <w:p w14:paraId="2217590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10261 gggttattgg acattctatg caaaattgtg tacttaagct taaggttgat acagccaatc</w:t>
      </w:r>
    </w:p>
    <w:p w14:paraId="74BFF5F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ctaagacacc taagtataag tttgttcgca ttcaaccagg acagactttt tcagtgttag</w:t>
      </w:r>
    </w:p>
    <w:p w14:paraId="034B6E4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cttgttacaa tggttcacca tctggtgttt accaatgtgc tatgagacac aatttcacta</w:t>
      </w:r>
    </w:p>
    <w:p w14:paraId="7FD17A9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ttaagggttc attccttaat ggttcatgtg gtagtgttgg ttttaacata gattatgact</w:t>
      </w:r>
    </w:p>
    <w:p w14:paraId="22580D6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gtgtctcttt ttgttacatg caccatatgg aattaccaac tggagttcat gctggcacag</w:t>
      </w:r>
    </w:p>
    <w:p w14:paraId="27071B9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acttagaagg taacttttat ggaccttttg ttgacaggca aacagcacaa gcagctggta</w:t>
      </w:r>
    </w:p>
    <w:p w14:paraId="56BA03E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cggacacaac tattacagtt aatgttttag cttggttgta cgctgctgtt ataaatggag</w:t>
      </w:r>
    </w:p>
    <w:p w14:paraId="3935DBB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acaggtggtt tctcaatcga tttaccacaa ctcttaatga ctttaacctt gtggctatga</w:t>
      </w:r>
    </w:p>
    <w:p w14:paraId="623BBB6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agtacaatta tgaacctcta acacaagacc atgttgacat actaggacct ctttctgctc</w:t>
      </w:r>
    </w:p>
    <w:p w14:paraId="28920F4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aaactggaat tgccgtttta gatatgtgtg cttcattaaa agaattactg caaaatggta</w:t>
      </w:r>
    </w:p>
    <w:p w14:paraId="0661DA7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tgaatggacg taccatattg ggtagtgctt tattagaaga tgaatttaca ccttttgatg</w:t>
      </w:r>
    </w:p>
    <w:p w14:paraId="730794E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ttgttagaca atgctcaggt gttactttcc aaagtgcagt gaaaagaaca atcaagggta</w:t>
      </w:r>
    </w:p>
    <w:p w14:paraId="04E80AD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cacaccactg gttgttactc acaattttga cttcactttt agttttagtc cagagtactc</w:t>
      </w:r>
    </w:p>
    <w:p w14:paraId="54F447B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aatggtcttt gttctttttt ttgtatgaaa atgccttttt accttttgct atgggtatta</w:t>
      </w:r>
    </w:p>
    <w:p w14:paraId="3A71575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ttgctatgtc tgcttttgca atgatgtttg tcaaacataa gcatgcattt ctctgtttgt</w:t>
      </w:r>
    </w:p>
    <w:p w14:paraId="293035C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ttttgttacc ttctcttgcc actgtagctt attttaatat ggtctatatg cctgctagtt</w:t>
      </w:r>
    </w:p>
    <w:p w14:paraId="398B6A8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gggtgatgcg tattatgaca tggttggata tggttgatac tagtttgaag ctaaaagact</w:t>
      </w:r>
    </w:p>
    <w:p w14:paraId="3482C47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gtgttatgta tgcatcagct gtagtgttac taatccttat gacagcaaga actgtgtatg</w:t>
      </w:r>
    </w:p>
    <w:p w14:paraId="17B6DF2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atgatggtgc taggagagtg tggacactta tgaatgtctt gacactcgtt tataaagttt</w:t>
      </w:r>
    </w:p>
    <w:p w14:paraId="5D9B5BD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attatggtaa tgctttagat caagccattt ccatgtgggc tcttataatc tctgttactt</w:t>
      </w:r>
    </w:p>
    <w:p w14:paraId="2C1F394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ctaactactc aggtgtagtt acaactgtca tgtttttggc cagaggtatt gtttttatgt</w:t>
      </w:r>
    </w:p>
    <w:p w14:paraId="44E5EB8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gtgttgagta ttgccctatt ttcttcataa ctggtaatac acttcagtgt ataatgctag</w:t>
      </w:r>
    </w:p>
    <w:p w14:paraId="438A835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tttattgttt cttaggctat ttttgtactt gttactttgg cctcttttgt ttactcaacc</w:t>
      </w:r>
    </w:p>
    <w:p w14:paraId="33DDC23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gctactttag actgactctt ggtgtttatg attacttagt ttctacacag gagtttagat</w:t>
      </w:r>
    </w:p>
    <w:p w14:paraId="5D70FD3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atatgaattc acagggacta ctcccaccca agaatagcat agatgccttc aaactcaaca</w:t>
      </w:r>
    </w:p>
    <w:p w14:paraId="52AE1DA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ttaaattgtt gggtgttggt ggcaaacctt gtatcaaagt agccactgta cagtctaaaa</w:t>
      </w:r>
    </w:p>
    <w:p w14:paraId="7CB3D21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tgtcagatgt aaagtgcaca tcagtagtct tactctcagt tttgcaacaa ctcagagtag</w:t>
      </w:r>
    </w:p>
    <w:p w14:paraId="198F174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aatcatcatc taaattgtgg gctcaatgtg tccagttaca caatgacatt ctcttagcta</w:t>
      </w:r>
    </w:p>
    <w:p w14:paraId="217C68F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aagatactac tgaagccttt gaaaaaatgg tttcactact ttctgttttg ctttccatgc</w:t>
      </w:r>
    </w:p>
    <w:p w14:paraId="3CD4913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agggtgctgt agacataaac aagctttgtg aagaaatgct ggacaacagg gcaaccttac</w:t>
      </w:r>
    </w:p>
    <w:p w14:paraId="41D3ECF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aagctatagc ctcagagttt agttcccttc catcatatgc agcttttgct actgctcaag</w:t>
      </w:r>
    </w:p>
    <w:p w14:paraId="7A3738A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aagcttatga gcaggctgtt gctaatggtg attctgaagt tgttcttaaa aagttgaaga</w:t>
      </w:r>
    </w:p>
    <w:p w14:paraId="3384D52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agtctttgaa tgtggctaaa tctgaatttg accgtgatgc agccatgcaa cgtaagttgg</w:t>
      </w:r>
    </w:p>
    <w:p w14:paraId="09F2107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aaaagatggc tgatcaagct atgacccaaa tgtataaaca ggctagatct gaggacaaga</w:t>
      </w:r>
    </w:p>
    <w:p w14:paraId="266E49C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gggcaaaagt tactagtgct atgcagacaa tgcttttcac tatgcttaga aagttggata</w:t>
      </w:r>
    </w:p>
    <w:p w14:paraId="7011E32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atgatgcact caacaacatt atcaacaatg caagagatgg ttgtgttccc ttgaacataa</w:t>
      </w:r>
    </w:p>
    <w:p w14:paraId="794483B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tacctcttac aacagcagcc aaactaatgg ttgtcatacc agactataac acatataaaa</w:t>
      </w:r>
    </w:p>
    <w:p w14:paraId="547F06E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atacgtgtga tggtacaaca tttacttatg catcagcatt gtgggaaatc caacaggttg</w:t>
      </w:r>
    </w:p>
    <w:p w14:paraId="2839E2D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tagatgcaga tagtaaaatt gttcaactta gtgaaattag tatggacaat tcacctaatt</w:t>
      </w:r>
    </w:p>
    <w:p w14:paraId="4FC0B1D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tagcatggcc tcttattgta acagctttaa gggccaattc tgctgtcaaa ttacagaata</w:t>
      </w:r>
    </w:p>
    <w:p w14:paraId="2E736D7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atgagcttag tcctgttgca ctacgacaga tgtcttgtgc tgccggtact acacaaactg</w:t>
      </w:r>
    </w:p>
    <w:p w14:paraId="1D3BE28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cttgcactga tgacaatgcg ttagcttact acaacacaac aaagggaggt aggtttgtac</w:t>
      </w:r>
    </w:p>
    <w:p w14:paraId="1D6D01A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12781 ttgcactgtt atccgattta caggatttga aatgggctag attccctaag agtgatggaa</w:t>
      </w:r>
    </w:p>
    <w:p w14:paraId="79E5EDA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ctggtactat ttatacagaa ctggaaccac cttgtaggtt tgttacagac acacctaaag</w:t>
      </w:r>
    </w:p>
    <w:p w14:paraId="04DB65D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gtcctaaagt gaagtattta tactttatta aaggattaaa caacctaaat agaggtatgg</w:t>
      </w:r>
    </w:p>
    <w:p w14:paraId="6FDF46F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tacttggtag tttagctgcc acagtacgtc tacaagctgg taatgcaaca gaagtgcctg</w:t>
      </w:r>
    </w:p>
    <w:p w14:paraId="63B26BB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ccaattcaac tgtattatct ttctgtgctt ttgctgtaga tgctgctaaa gcttacaaag</w:t>
      </w:r>
    </w:p>
    <w:p w14:paraId="4EDB1A3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attatctagc tagtggggga caaccaatca ctaattgtgt taagatgttg tgtacacaca</w:t>
      </w:r>
    </w:p>
    <w:p w14:paraId="468A1F9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ctggtactgg tcaggcaata acagttacac cggaagccaa tatggatcaa gaatcctttg</w:t>
      </w:r>
    </w:p>
    <w:p w14:paraId="3BEB2C7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gtggtgcatc gtgttgtctg tactgccgtt gccacataga tcatccaaat cctaaaggat</w:t>
      </w:r>
    </w:p>
    <w:p w14:paraId="4814A83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tttgtgactt aaaaggtaag tatgtacaaa tacctacaac ttgtgctaat gaccctgtgg</w:t>
      </w:r>
    </w:p>
    <w:p w14:paraId="5B85420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gttttacact taaaaacaca gtctgtaccg tctgcggtat gtggaaaggt tatggctgta</w:t>
      </w:r>
    </w:p>
    <w:p w14:paraId="22430BC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gttgtgatca actccgcgaa cccatgcttc agtcagctga tgcacaatcg tttttaaacg</w:t>
      </w:r>
    </w:p>
    <w:p w14:paraId="0127366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ggtttgcggt gtaagtgcag cccgtcttac accgtgcggc acaggcacta gtactgatgt</w:t>
      </w:r>
    </w:p>
    <w:p w14:paraId="585E928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cgtatacagg gcttttgaca tctacaatga taaagtagct ggttttgcta aattcctaaa</w:t>
      </w:r>
    </w:p>
    <w:p w14:paraId="3F2792E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aactaattgt tgtcgcttcc aagaaaagga cgaagatgac aatttaattg attcttactt</w:t>
      </w:r>
    </w:p>
    <w:p w14:paraId="6C3C12D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tgtagttaag agacacactt tctctaacta ccaacatgaa gaaacaattt ataatttact</w:t>
      </w:r>
    </w:p>
    <w:p w14:paraId="57AAC6C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taaggattgt ccagctgttg ctaaacatga cttctttaag tttagaatag acggtgacat</w:t>
      </w:r>
    </w:p>
    <w:p w14:paraId="4D9874A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ggtaccacat atatcacgtc aacgtcttac taaatacaca atggcagacc tcgtctatgc</w:t>
      </w:r>
    </w:p>
    <w:p w14:paraId="6CC09CA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tttaaggcat tttgatgaag gtaattgtga cacattaaaa gaaatacttg tcacatacaa</w:t>
      </w:r>
    </w:p>
    <w:p w14:paraId="3447DA3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ttgttgtgat gatgattatt tcaataaaaa ggactggtat gattttgtag aaaacccaga</w:t>
      </w:r>
    </w:p>
    <w:p w14:paraId="438C28F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tatattacgc gtatacgcca acttaggtga acgtgtacgc caagctttgt taaaaacagt</w:t>
      </w:r>
    </w:p>
    <w:p w14:paraId="730C0DD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acaattctgt gatgccatgc gaaatgctgg tattgttggt gtactgacat tagataatca</w:t>
      </w:r>
    </w:p>
    <w:p w14:paraId="307B5B2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agatctcaat ggtaactggt atgatttcgg tgatttcata caaaccacgc caggtagtgg</w:t>
      </w:r>
    </w:p>
    <w:p w14:paraId="0764B89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agttcctgtt gtagattctt attattcatt gttaatgcct atattaacct tgaccagggc</w:t>
      </w:r>
    </w:p>
    <w:p w14:paraId="3E0B49E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tttaactgca gagtcacatg ttgacactga cttaacaaag ccttacatta agtgggattt</w:t>
      </w:r>
    </w:p>
    <w:p w14:paraId="521E3DB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gttaaaatat gacttcacgg aagagaggtt aaaactcttt gaccgttatt ttaaatattg</w:t>
      </w:r>
    </w:p>
    <w:p w14:paraId="6D3179E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ggatcagaca taccacccaa attgtgttaa ctgtttggat gacagatgca ttctgcattg</w:t>
      </w:r>
    </w:p>
    <w:p w14:paraId="1E1F760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tgcaaacttt aatgttttat tctctacagt gttcccactt acaagttttg gaccactagt</w:t>
      </w:r>
    </w:p>
    <w:p w14:paraId="37FED66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gagaaaaata tttgttgatg gtgttccatt tgtagtttca actggatacc acttcagaga</w:t>
      </w:r>
    </w:p>
    <w:p w14:paraId="4674500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gctaggtgtt gtacataatc aggatgtaaa cttacatagc tctagactta gttttaagga</w:t>
      </w:r>
    </w:p>
    <w:p w14:paraId="772E631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attacttgtg tatgctgctg accctgctat gcacgctgct tctggtaatc tattactaga</w:t>
      </w:r>
    </w:p>
    <w:p w14:paraId="499B9D8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taaacgcact acgtgctttt cagtagctgc acttactaac aatgttgctt ttcaaactgt</w:t>
      </w:r>
    </w:p>
    <w:p w14:paraId="71F724C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caaacccggt aattttaaca aagacttcta tgactttgct gtgtctaagg gtttctttaa</w:t>
      </w:r>
    </w:p>
    <w:p w14:paraId="314AACE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ggaaggaagt tctgttgaat taaaacactt cttctttgct caggatggta atgctgctat</w:t>
      </w:r>
    </w:p>
    <w:p w14:paraId="18D6EB6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cagcgattat gactactatc gttataatct accaacaatg tgtgatatca gacaactact</w:t>
      </w:r>
    </w:p>
    <w:p w14:paraId="0811F36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atttgtagtt gaagttgttg ataagtactt tgattgttac gatggtggct gtattaatgc</w:t>
      </w:r>
    </w:p>
    <w:p w14:paraId="33B3DBF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taaccaagtc atcgtcaaca acctagacaa atcagctggt tttccattta ataaatgggg</w:t>
      </w:r>
    </w:p>
    <w:p w14:paraId="1609430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taaggctaga ctttattatg attcaatgag ttatgaggat caagatgcac ttttcgcata</w:t>
      </w:r>
    </w:p>
    <w:p w14:paraId="7C5D504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tacaaaacgt aatgtcatcc ctactataac tcaaatgaat cttaagtatg ccattagtgc</w:t>
      </w:r>
    </w:p>
    <w:p w14:paraId="22DD09A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aaagaataga gctcgcaccg tagctggtgt ctctatctgt agtactatga ccaatagaca</w:t>
      </w:r>
    </w:p>
    <w:p w14:paraId="14C9556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gtttcatcaa aaattattga aatcaatagc cgccactaga ggagctactg tagtaattgg</w:t>
      </w:r>
    </w:p>
    <w:p w14:paraId="0ADEB15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aacaagcaaa ttctatggtg gttggcacaa catgttaaaa actgtttata gtgatgtaga</w:t>
      </w:r>
    </w:p>
    <w:p w14:paraId="1C46AE7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aaaccctcac cttatgggtt gggattatcc taaatgtgat agagccatgc ctaacatgct</w:t>
      </w:r>
    </w:p>
    <w:p w14:paraId="5EA03D8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15301 tagaattatg gcctcacttg ttcttgctcg caaacataca acgtgttgta gcttgtcaca</w:t>
      </w:r>
    </w:p>
    <w:p w14:paraId="44667C7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ccgtttctat agattagcta atgagtgtgc tcaagtattg agtgaaatgg tcatgtgtgg</w:t>
      </w:r>
    </w:p>
    <w:p w14:paraId="2AC232E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cggttcacta tatgttaaac caggtggaac ctcatcagga gatgccacaa ctgcttatgc</w:t>
      </w:r>
    </w:p>
    <w:p w14:paraId="7726C46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taatagtgtt tttaacattt gtcaagctgt cacggccaat gttaatgcac ttttatctac</w:t>
      </w:r>
    </w:p>
    <w:p w14:paraId="254A1F2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tgatggtaac aaaattgccg ataagtatgt ccgcaattta caacacagac tttatgagtg</w:t>
      </w:r>
    </w:p>
    <w:p w14:paraId="279AE72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tctctataga aatagagatg ttgacacaga ctttgtgaat gagttttacg catatttgcg</w:t>
      </w:r>
    </w:p>
    <w:p w14:paraId="7CA37D6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taaacatttc tcaatgatga tactttctga cgatgctgtt gtgtgtttca atagcactta</w:t>
      </w:r>
    </w:p>
    <w:p w14:paraId="270F441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tgcatctcaa ggtctagtgg ctagcataaa gaactttaag tcagttcttt attatcaaaa</w:t>
      </w:r>
    </w:p>
    <w:p w14:paraId="0FB3240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caatgttttt atgtctgaag caaaatgttg gactgagact gaccttacta aaggacctca</w:t>
      </w:r>
    </w:p>
    <w:p w14:paraId="667B0BC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tgaattttgc tctcaacata caatgctagt taaacagggt gatgattatg tgtaccttcc</w:t>
      </w:r>
    </w:p>
    <w:p w14:paraId="19805B5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ttacccagat ccatcaagaa tcctaggggc cggctgtttt gtagatgata tcgtaaaaac</w:t>
      </w:r>
    </w:p>
    <w:p w14:paraId="6C3DD8D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agatggtaca cttatgattg aacggttcgt gtctttagct atagatgctt acccacttac</w:t>
      </w:r>
    </w:p>
    <w:p w14:paraId="1BB4E36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taaacatcct aatcaggagt atgctgatgt ctttcatttg tacttacaat acataagaaa</w:t>
      </w:r>
    </w:p>
    <w:p w14:paraId="0585004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gctacatgat gagttaacag gacacatgtt agacatgtat tctgttatgc ttactaatga</w:t>
      </w:r>
    </w:p>
    <w:p w14:paraId="5A67473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taacacttca aggtattggg aacctgagtt ttatgaggct atgtacacac cgcatacagt</w:t>
      </w:r>
    </w:p>
    <w:p w14:paraId="4723795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cttacaggct gttggggctt gtgttctttg caattcacag acttcattaa gatgtggtgc</w:t>
      </w:r>
    </w:p>
    <w:p w14:paraId="36F21A0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ttgcatacgt agaccattct tatgttgtaa atgctgttac gaccatgtca tatcaacatc</w:t>
      </w:r>
    </w:p>
    <w:p w14:paraId="00DE47B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acataaatta gtcttgtctg ttaatccgta tgtttgcaat gctccaggtt gtgatgtcac</w:t>
      </w:r>
    </w:p>
    <w:p w14:paraId="6A719C3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agatgtgact caactttact taggaggtat gagctattat tgtaaatcac ataaaccacc</w:t>
      </w:r>
    </w:p>
    <w:p w14:paraId="2382729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cattagtttt ccattgtgtg ctaatggaca agtttttggt ttatataaaa atacatgtgt</w:t>
      </w:r>
    </w:p>
    <w:p w14:paraId="5E73389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tggtagcgat aatgttactg actttaatgc aattgcaaca tgtgactgga caaatgctgg</w:t>
      </w:r>
    </w:p>
    <w:p w14:paraId="054FC17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tgattacatt ttagctaaca cctgtactga aagactcaag ctttttgcag cagaaacgct</w:t>
      </w:r>
    </w:p>
    <w:p w14:paraId="5FBECC2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caaagctact gaggagacat ttaaactgtc ttatggtatt gctactgtac gtgaagtgct</w:t>
      </w:r>
    </w:p>
    <w:p w14:paraId="35ABA62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gtctgacaga gaattacatc tttcatggga agttggtaaa cctagaccac cacttaaccg</w:t>
      </w:r>
    </w:p>
    <w:p w14:paraId="1512DF4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aaattatgtc tttactggtt atcgtgtaac taaaaacagt aaagtacaaa taggagagta</w:t>
      </w:r>
    </w:p>
    <w:p w14:paraId="100D1D0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cacctttgaa aaaggtgact atggtgatgc tgttgtttac cgaggtacaa caacttacaa</w:t>
      </w:r>
    </w:p>
    <w:p w14:paraId="621EAA9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attaaatgtt ggtgattatt ttgtgctgac atcacataca gtaatgccat taagtgcacc</w:t>
      </w:r>
    </w:p>
    <w:p w14:paraId="4D8467E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tacactagtg ccacaagagc actatgttag aattactggc ttatacccaa cactcaatat</w:t>
      </w:r>
    </w:p>
    <w:p w14:paraId="6B9225E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ctcagatgag ttttctagca atgttgcaaa ttatcaaaag gttggtatgc aaaagtattc</w:t>
      </w:r>
    </w:p>
    <w:p w14:paraId="60C6440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tacactccag ggaccacctg gtactggtaa gagtcatttt gctattggcc tagctctcta</w:t>
      </w:r>
    </w:p>
    <w:p w14:paraId="312D74E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ctacccttct gctcgcatag tgtatacagc ttgctctcat gccgctgttg atgcactatg</w:t>
      </w:r>
    </w:p>
    <w:p w14:paraId="37E97A2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tgagaaggca ttaaaatatt tgcctataga taaatgtagt agaattatac ctgcacgtgc</w:t>
      </w:r>
    </w:p>
    <w:p w14:paraId="130046F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tcgtgtagag tgttttgata aattcaaagt gaattcaaca ttagaacagt atgtcttttg</w:t>
      </w:r>
    </w:p>
    <w:p w14:paraId="0CB05EC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tactgtaaat gcattgcctg agacgacagc agatatagtt gtctttgatg aaatttcaat</w:t>
      </w:r>
    </w:p>
    <w:p w14:paraId="6530F6B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ggccacaaat tatgatttga gtgttgtcaa tgccagatta tgtgctaagc actatgtgta</w:t>
      </w:r>
    </w:p>
    <w:p w14:paraId="2274F4E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cattggcgac cctgctcaat tacctgcacc acgcacattg ctaactaagg gcacactaga</w:t>
      </w:r>
    </w:p>
    <w:p w14:paraId="7BE47E3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accagaatat ttcaattcag tgtgtagact tatgaaaact ataggtccag acatgttcct</w:t>
      </w:r>
    </w:p>
    <w:p w14:paraId="07CAC93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cggaacttgt cggcgttgtc ctgctgaaat tgttgacact gtgagtgctt tggtttatga</w:t>
      </w:r>
    </w:p>
    <w:p w14:paraId="0996168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taataagctt aaagcacata aagacaaatc agctcaatgc tttaaaatgt tttataaggg</w:t>
      </w:r>
    </w:p>
    <w:p w14:paraId="5DEB00D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tgttatcacg catgatgttt catctgcaat taacaggcca caaataggcg tggtaagaga</w:t>
      </w:r>
    </w:p>
    <w:p w14:paraId="1B8B78F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attccttaca cgtaaccctg cttggagaaa agctgtcttt atttcacctt ataattcaca</w:t>
      </w:r>
    </w:p>
    <w:p w14:paraId="50AB8AA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gaatgctgta gcctcaaaga ttttgggact accaactcaa actgttgatt catcacaggg</w:t>
      </w:r>
    </w:p>
    <w:p w14:paraId="5FF3A92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17821 ctcagaatat gactatgtca tattcactca aaccactgaa acagctcact cttgtaatgt</w:t>
      </w:r>
    </w:p>
    <w:p w14:paraId="21ACE74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aaacagattt aatgttgcta ttaccagagc aaaagtaggc atactttgca taatgtctga</w:t>
      </w:r>
    </w:p>
    <w:p w14:paraId="01316BC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tagagacctt tatgacaagt tgcaatttac aagtcttgaa attccacgta ggaatgtggc</w:t>
      </w:r>
    </w:p>
    <w:p w14:paraId="60009B1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aactttacaa gctgaaaatg taacaggact ctttaaagat tgtagtaagg taatcactgg</w:t>
      </w:r>
    </w:p>
    <w:p w14:paraId="124AAD7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gttacatcct acacaggcac ctacacacct cagtgttgac actaaattca aaactgaagg</w:t>
      </w:r>
    </w:p>
    <w:p w14:paraId="55EE0AB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tttatgtgtt gacgtacctg gcatacctaa ggacatgacc tatagaagac tcatctctat</w:t>
      </w:r>
    </w:p>
    <w:p w14:paraId="281F0AA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gatgggtttt aaaatgaatt atcaagttaa tggttaccct aacatgttta tcacccgcga</w:t>
      </w:r>
    </w:p>
    <w:p w14:paraId="49E90E5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agaagctata agacatgtac gtgcatggat tggcttcgat gtcgaggggt gtcatgctac</w:t>
      </w:r>
    </w:p>
    <w:p w14:paraId="0CD7559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tagagaagct gttggtacca atttaccttt acagctaggt ttttctacag gtgttaacct</w:t>
      </w:r>
    </w:p>
    <w:p w14:paraId="3BFAD6E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agttgctgta cctacaggtt atgttgatac acctaataat acagattttt ccagagttag</w:t>
      </w:r>
    </w:p>
    <w:p w14:paraId="2113F28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tgctaaacca ccgcctggag atcaatttaa acacctcata ccacttatgt acaaaggact</w:t>
      </w:r>
    </w:p>
    <w:p w14:paraId="154AFF6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tccttggaat gtagtgcgta taaagattgt acaaatgtta agtgacacac ttaaaaatct</w:t>
      </w:r>
    </w:p>
    <w:p w14:paraId="7933EEC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ctctgacaga gtcgtatttg tcttatgggc acatggcttt gagttgacat ctatgaagta</w:t>
      </w:r>
    </w:p>
    <w:p w14:paraId="585C072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ttttgtgaaa ataggacctg agcgcacctg ttgtctatgt gatagacgtg ccacatgctt</w:t>
      </w:r>
    </w:p>
    <w:p w14:paraId="5D8B72A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ttccactgct tcagacactt atgcctgttg gcatcattct attggatttg attacgtcta</w:t>
      </w:r>
    </w:p>
    <w:p w14:paraId="49BA6AC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taatccgttt atgattgatg ttcaacaatg gggttttaca ggtaacctac aaagcaacca</w:t>
      </w:r>
    </w:p>
    <w:p w14:paraId="0FA0172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tgatctgtat tgtcaagtcc atggtaatgc acatgtagct agttgtgatg caatcatgac</w:t>
      </w:r>
    </w:p>
    <w:p w14:paraId="0BA54DD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taggtgtcta gctgtccacg agtgctttgt taagcgtgtt gactggacta ttgaatatcc</w:t>
      </w:r>
    </w:p>
    <w:p w14:paraId="5FA7478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tataattggt gatgaactga agattaatgc ggcttgtaga aaggttcaac acatggttgt</w:t>
      </w:r>
    </w:p>
    <w:p w14:paraId="2F7008D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taaagctgca ttattagcag acaaattccc agttcttcac gacattggta accctaaagc</w:t>
      </w:r>
    </w:p>
    <w:p w14:paraId="78110C0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tattaagtgt gtacctcaag ctgatgtaga atggaagttc tatgatgcac agccttgtag</w:t>
      </w:r>
    </w:p>
    <w:p w14:paraId="4107718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tgacaaagct tataaaatag aagaattatt ctattcttat gccacacatt ctgacaaatt</w:t>
      </w:r>
    </w:p>
    <w:p w14:paraId="559A89E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cacagatggt gtatgcctat tttggaattg caatgtcgat agatatcctg ctaattccat</w:t>
      </w:r>
    </w:p>
    <w:p w14:paraId="24AA330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tgtttgtaga tttgacacta gagtgctatc taaccttaac ttgcctggtt gtgatggtgg</w:t>
      </w:r>
    </w:p>
    <w:p w14:paraId="3075270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cagtttgtat gtaaataaac atgcattcca cacaccagct tttgataaaa gtgcttttgt</w:t>
      </w:r>
    </w:p>
    <w:p w14:paraId="196819C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taatttaaaa caattaccat ttttctatta ctctgacagt ccatgtgagt ctcatggaaa</w:t>
      </w:r>
    </w:p>
    <w:p w14:paraId="49B2C5E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acaagtagtg tcagatatag attatgtacc actaaagtct gctacgtgta taacacgttg</w:t>
      </w:r>
    </w:p>
    <w:p w14:paraId="6A5E44F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caatttaggt ggtgctgtct gtagacatca tgctaatgag tacagattgt atctcgatgc</w:t>
      </w:r>
    </w:p>
    <w:p w14:paraId="3D88BE1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ttataacatg atgatctcag ctggctttag cttgtgggtt tacaaacaat ttgatactta</w:t>
      </w:r>
    </w:p>
    <w:p w14:paraId="41F0D2E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taacctctgg aacactttta caagacttca gagtttagaa aatgtggctt ttaatgttgt</w:t>
      </w:r>
    </w:p>
    <w:p w14:paraId="4ED7558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aaataaggga cactttgatg gacaacaggg tgaagtacca gtttctatca ttaataacac</w:t>
      </w:r>
    </w:p>
    <w:p w14:paraId="35FA3BE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tgtttacaca aaagttgatg gtgttgatgt agaattgttt gaaaataaaa caacattacc</w:t>
      </w:r>
    </w:p>
    <w:p w14:paraId="5BD89E1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tgttaatgta gcatttgagc tttgggctaa gcgcaacatt aaaccagtac cagaggtgaa</w:t>
      </w:r>
    </w:p>
    <w:p w14:paraId="20352F9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aatactcaat aatttgggtg tggacattgc tgctaatact gtgatctggg actacaaaag</w:t>
      </w:r>
    </w:p>
    <w:p w14:paraId="336FBB4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agatgctcca gcacatatat ctactattgg tgtttgttct atgactgaca tagccaagaa</w:t>
      </w:r>
    </w:p>
    <w:p w14:paraId="606F68B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accaattgaa acgatttgtg caccactcac tgtctttttt gatggtagag ttgatggtca</w:t>
      </w:r>
    </w:p>
    <w:p w14:paraId="2D10B52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agtagactta tttagaaatg cccgtaatgg tgttcttatt acagagggta gtgttaaagg</w:t>
      </w:r>
    </w:p>
    <w:p w14:paraId="75028B5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tttacaacca tctgtaggtc ccaaacaagc tagtcttaat ggagtcacat taattggaga</w:t>
      </w:r>
    </w:p>
    <w:p w14:paraId="7DA91B5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agccgtaaaa acacagttca attattataa gaaagttgat ggtgttgtcc aacaattacc</w:t>
      </w:r>
    </w:p>
    <w:p w14:paraId="5B8BC1F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tgaaacttac tttactcaga gtagaaattt acaagaattt aaacccagga gtcaaatgga</w:t>
      </w:r>
    </w:p>
    <w:p w14:paraId="1B9DBC7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aattgatttc ttagaattag ctatggatga attcattgaa cggtataaat tagaaggcta</w:t>
      </w:r>
    </w:p>
    <w:p w14:paraId="0D54B60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tgccttcgaa catatcgttt atggagattt tagtcatagt cagttaggtg gtttacatct</w:t>
      </w:r>
    </w:p>
    <w:p w14:paraId="05D7908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20341 actgattgga ctagctaaac gttttaagga atcacctttt gaattagaag attttattcc</w:t>
      </w:r>
    </w:p>
    <w:p w14:paraId="39D0FD3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tatggacagt acagttaaaa actatttcat aacagatgcg caaacaggtt catctaagtg</w:t>
      </w:r>
    </w:p>
    <w:p w14:paraId="218EDCD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tgtgtgttct gttattgatt tattacttga tgattttgtt gaaataataa aatcccaaga</w:t>
      </w:r>
    </w:p>
    <w:p w14:paraId="00BB880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tttatctgta gtttctaagg ttgtcaaagt gactattgac tatacagaaa tttcatttat</w:t>
      </w:r>
    </w:p>
    <w:p w14:paraId="355EB03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gctttggtgt aaagatggcc atgtagaaac attttaccca aaattacaat ctagtcaagc</w:t>
      </w:r>
    </w:p>
    <w:p w14:paraId="0C9BEE6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gtggcaaccg ggtgttgcta tgcctaatct ttacaaaatg caaagaatgc tattagaaaa</w:t>
      </w:r>
    </w:p>
    <w:p w14:paraId="5514B28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gtgtgacctt caaaattatg gtgatagtgc aacattacct aaaggcataa tgatgaatgt</w:t>
      </w:r>
    </w:p>
    <w:p w14:paraId="1611B87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cgcaaaatat actcaactgt gtcaatattt aaacacatta acattagctg taccctataa</w:t>
      </w:r>
    </w:p>
    <w:p w14:paraId="40DEF0C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tatgagagtt atacattttg gtgctggttc tgataaagga gttgcaccag gtacagctgt</w:t>
      </w:r>
    </w:p>
    <w:p w14:paraId="43C878B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tttaagacag tggttgccta cgggtacgct gcttgtcgat tcagatctta atgactttgt</w:t>
      </w:r>
    </w:p>
    <w:p w14:paraId="7CCC87B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ctctgatgca gattcaactt tgattggtga ttgtgcaact gtacatacag ctaataaatg</w:t>
      </w:r>
    </w:p>
    <w:p w14:paraId="4D7FFD0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ggatctcatt attagtgata tgtacgaccc taagactaaa aatgttacaa aagaaaatga</w:t>
      </w:r>
    </w:p>
    <w:p w14:paraId="421BE01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ctctaaagag ggttttttca cttacatttg tgggtttata caacaaaagc tagctcttgg</w:t>
      </w:r>
    </w:p>
    <w:p w14:paraId="4271DD8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aggttccgtg gctataaaga taacagaaca ttcttggaat gctgatcttt ataagctcat</w:t>
      </w:r>
    </w:p>
    <w:p w14:paraId="254C5CD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gggacacttc gcatggtgga cagcctttgt tactaatgtg aatgcgtcat catctgaagc</w:t>
      </w:r>
    </w:p>
    <w:p w14:paraId="7D923A9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atttttaatt ggatgtaatt atcttggcaa accacgcgaa caaatagatg gttatgtcat</w:t>
      </w:r>
    </w:p>
    <w:p w14:paraId="6DDE52D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gcatgcaaat tacatatttt ggaggaatac aaatccaatt cagttgtctt cctattcttt</w:t>
      </w:r>
    </w:p>
    <w:p w14:paraId="051D3E4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atttgacatg agtaaatttc cccttaaatt aaggggtact gctgttatgt ctttaaaaga</w:t>
      </w:r>
    </w:p>
    <w:p w14:paraId="4DE9FAF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aggtcaaatc aatgatatga ttttatctct tcttagtaaa ggtagactta taattagaga</w:t>
      </w:r>
    </w:p>
    <w:p w14:paraId="244E784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aaacaacaga gttgttattt ctagtgatgt tcttgttaac aactaaacga acaatgtttg</w:t>
      </w:r>
    </w:p>
    <w:p w14:paraId="716A0B3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tttttcttgt tttattgcca ctagtctcta gtcagtgtgt taatcttata accagaactc</w:t>
      </w:r>
    </w:p>
    <w:p w14:paraId="0C3E519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aatcatacac taattctttc acacgtggtg tttattaccc tgacaaagtt ttcagatcct</w:t>
      </w:r>
    </w:p>
    <w:p w14:paraId="4DCD08A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cagttttaca ttcaactcag gacttgttct tacctttctt ttccaatgtt acttggttcc</w:t>
      </w:r>
    </w:p>
    <w:p w14:paraId="4DD2306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atgctataca tgtctctggg accaatggta ctaagaggtt tgataaccct gtcctaccat</w:t>
      </w:r>
    </w:p>
    <w:p w14:paraId="1398E18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ttaatgatgg tgtttatttt gcttccactg agaagtctaa cataataaga ggctggattt</w:t>
      </w:r>
    </w:p>
    <w:p w14:paraId="6B10AB4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ttggtactac tttagattcg aagacccagt ccctacttat tgttaataac gctactaatg</w:t>
      </w:r>
    </w:p>
    <w:p w14:paraId="79883F5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ttgttattaa agtctgtgaa tttcaatttt gtaatgatcc atttttggat gtttattacc</w:t>
      </w:r>
    </w:p>
    <w:p w14:paraId="7AF42BB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acaaaaacaa caaaagttgg atggaaagtg agttcagagt ttattctagt gcgaataatt</w:t>
      </w:r>
    </w:p>
    <w:p w14:paraId="043D6C8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gcacttttga atatgtctct cagccttttc ttatggacct tgaaggaaaa cagggtaatt</w:t>
      </w:r>
    </w:p>
    <w:p w14:paraId="43799D0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tcaaaaatct tagggaattt gtgtttaaga atattgatgg ttattttaaa atatattcta</w:t>
      </w:r>
    </w:p>
    <w:p w14:paraId="2B893C6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agcacacgcc tattaattta gggcgtgatc tccctcaggg tttttcggct ttagaaccat</w:t>
      </w:r>
    </w:p>
    <w:p w14:paraId="4ADE293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tggtagattt gccaataggt attaacatca ctaggtttca aactttactt gctttacata</w:t>
      </w:r>
    </w:p>
    <w:p w14:paraId="47E0AE0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gaagttattt gactcctggt gattcttctt caggttggac agctggtgct gcagcttatt</w:t>
      </w:r>
    </w:p>
    <w:p w14:paraId="1181041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atgtgggtta tcttcaacct aggacttttc tattaaaata taatgaaaat ggaaccatta</w:t>
      </w:r>
    </w:p>
    <w:p w14:paraId="1D87572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cagatgctgt agactgtgca cttgaccctc tctcagaaac aaagtgtacg ttgaaatcct</w:t>
      </w:r>
    </w:p>
    <w:p w14:paraId="6C282B3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tcactgtaga aaaaggaatc tatcaaactt ctaactttag agtccaacca acagaatcta</w:t>
      </w:r>
    </w:p>
    <w:p w14:paraId="5C0FD7D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ttgttagatt tcctaatatt acaaacttgt gcccttttga tgaagttttt aacgccacca</w:t>
      </w:r>
    </w:p>
    <w:p w14:paraId="66D7552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gatttgcatc tgtttatgct tggaacagga agagaatcag caactgtgtt gctgattatt</w:t>
      </w:r>
    </w:p>
    <w:p w14:paraId="6DEA860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ctgtcctata taatttcgca ccatttttcg cttttaagtg ttatggagtg tctcctacta</w:t>
      </w:r>
    </w:p>
    <w:p w14:paraId="59253BC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aattaaatga tctctgcttt actaatgtct atgcagattc atttgtaatt agaggtaatg</w:t>
      </w:r>
    </w:p>
    <w:p w14:paraId="0472E47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aagtcagcca aatcgctcca gggcaaactg gaaatattgc tgattataat tataaattac</w:t>
      </w:r>
    </w:p>
    <w:p w14:paraId="46B2576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cagatgattt tacaggctgc gttatagctt ggaattctaa caagcttgat tctaaggttg</w:t>
      </w:r>
    </w:p>
    <w:p w14:paraId="42D1006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22861 gtggtaatta taattacctg tatagattgt ttaggaagtc taatctcaaa ccttttgaga</w:t>
      </w:r>
    </w:p>
    <w:p w14:paraId="67089F3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gagatatttc aactgaaatc tatcaggccg gtaacaaacc ttgtaatggt gttgcaggtt</w:t>
      </w:r>
    </w:p>
    <w:p w14:paraId="50D2001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ttaattgtta ctttccttta cgatcatatg gtttccgacc cactaatggt gttggtcacc</w:t>
      </w:r>
    </w:p>
    <w:p w14:paraId="235A41C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aaccatacag agtagtagta ctttcttttg aacttctaca tgcaccagca actgtttgtg</w:t>
      </w:r>
    </w:p>
    <w:p w14:paraId="589A5DD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gacctaaaaa gtctactaat ttggttaaaa acaaatgtgt caatttcaac ttcaatggtt</w:t>
      </w:r>
    </w:p>
    <w:p w14:paraId="350DCB5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taacaggcac aggtgttctt actgagtcta acaaaaagtt tctgcctttc caacaatttg</w:t>
      </w:r>
    </w:p>
    <w:p w14:paraId="6D3E3C6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gcagagacat tgctgacact actgatgctg tccgtgatcc acagacactt gagattcttg</w:t>
      </w:r>
    </w:p>
    <w:p w14:paraId="079FB13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acattacacc atgttctttt ggtggtgtca gtgttataac accaggaaca aatacttcta</w:t>
      </w:r>
    </w:p>
    <w:p w14:paraId="145EE34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accaggttgc tgttctttat cagggtgtta actgcacaga agtccctgtt gctattcatg</w:t>
      </w:r>
    </w:p>
    <w:p w14:paraId="1742C3A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cagatcaact tactcctact tggcgtgttt attctacagg ttctaatgtt tttcaaacac</w:t>
      </w:r>
    </w:p>
    <w:p w14:paraId="7758F73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gtgcaggctg tttaataggg gctgaatatg tcaacaactc atatgagtgt gacataccca</w:t>
      </w:r>
    </w:p>
    <w:p w14:paraId="2B1019F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ttggtgcagg tatatgcgct agttatcaga ctcagactaa gtctcatcgg cgggcacgta</w:t>
      </w:r>
    </w:p>
    <w:p w14:paraId="23C1330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gtgtagctag tcaatccatc attgcctaca ctatgtcact tggtgcagaa aattcagttg</w:t>
      </w:r>
    </w:p>
    <w:p w14:paraId="45CEAD7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cttactctaa taactctatt gccataccca caaattttac tattagtgtt accacagaaa</w:t>
      </w:r>
    </w:p>
    <w:p w14:paraId="24E2857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ttctaccagt gtctatgacc aagacatcag tagattgtac aatgtacatt tgtggtgatt</w:t>
      </w:r>
    </w:p>
    <w:p w14:paraId="212776D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caactgaatg cagcaatctt ttgttgcaat atggcagttt ttgtacacaa ttaaaacgtg</w:t>
      </w:r>
    </w:p>
    <w:p w14:paraId="0206973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ctttaactgg aatagctgtt gaacaagaca aaaacaccca agaagttttt gcacaagtca</w:t>
      </w:r>
    </w:p>
    <w:p w14:paraId="51E481B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aacaaattta caaaacacca ccaattaaat attttggtgg ttttaatttt tcacaaatat</w:t>
      </w:r>
    </w:p>
    <w:p w14:paraId="4650DD5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taccagatcc atcaaaacca agcaagaggt catttattga agatctactt ttcaacaaag</w:t>
      </w:r>
    </w:p>
    <w:p w14:paraId="2748224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tgacacttgc agatgctggc ttcatcaaac aatatggtga ttgccttggt gatattgctg</w:t>
      </w:r>
    </w:p>
    <w:p w14:paraId="1556F4A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ctagagacct catttgtgca caaaagttta acggccttac tgttttgcca cctttgctca</w:t>
      </w:r>
    </w:p>
    <w:p w14:paraId="43F55B4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cagatgaaat gattgctcaa tacacttctg cactgttagc gggtacaatc acttctggtt</w:t>
      </w:r>
    </w:p>
    <w:p w14:paraId="36BA8E4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ggacctttgg tgcaggtgct gcattacaaa taccatttgc tatgcaaatg gcttataggt</w:t>
      </w:r>
    </w:p>
    <w:p w14:paraId="2DF00B9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ttaatggtat tggagttaca cagaatgttc tctatgagaa ccaaaaattg attgccaacc</w:t>
      </w:r>
    </w:p>
    <w:p w14:paraId="6CF9474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aatttaatag tgctattggc aaaattcaag actcactttc ttccacagca agtgcacttg</w:t>
      </w:r>
    </w:p>
    <w:p w14:paraId="322FEA6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gaaaacttca agatgtggtc aaccataatg cacaagcttt aaacacgctt gttaaacaac</w:t>
      </w:r>
    </w:p>
    <w:p w14:paraId="733F234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ttagctccaa atttggtgca atttcaagtg ttttaaatga tatcctttca cgtcttgaca</w:t>
      </w:r>
    </w:p>
    <w:p w14:paraId="5839B37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aagttgaggc tgaagtgcaa attgataggt tgatcacagg cagacttcaa agtttgcaga</w:t>
      </w:r>
    </w:p>
    <w:p w14:paraId="38A7819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catatgtgac tcaacaatta attagagctg cagaaatcag agcttctgct aatcttgctg</w:t>
      </w:r>
    </w:p>
    <w:p w14:paraId="0D22C2F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ctactaaaat gtcagagtgt gtacttggac aatcaaaaag agttgatttt tgtggaaagg</w:t>
      </w:r>
    </w:p>
    <w:p w14:paraId="099E3A0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gctatcatct tatgtccttc cctcagtcag cacctcatgg tgtagtcttc ttgcatgtga</w:t>
      </w:r>
    </w:p>
    <w:p w14:paraId="1625C0A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cttatgtccc tgcacaagaa aagaacttca caactgctcc tgccatttgt catgatggaa</w:t>
      </w:r>
    </w:p>
    <w:p w14:paraId="415D1F9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aagcacactt tcctcgtgaa ggtgtctttg tttcaaatgg cacacactgg tttgtaacac</w:t>
      </w:r>
    </w:p>
    <w:p w14:paraId="2C91919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aaaggaattt ttatgaacca caaatcatta ctacagacaa cacatttgtg tctggtaact</w:t>
      </w:r>
    </w:p>
    <w:p w14:paraId="678A138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gtgatgttgt aataggaatt gtcaacaaca cagtttatga tcctttgcaa cctgaattag</w:t>
      </w:r>
    </w:p>
    <w:p w14:paraId="371B460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attcattcaa ggaggagtta gataaatatt ttaagaatca tacatcacca gatgttgatt</w:t>
      </w:r>
    </w:p>
    <w:p w14:paraId="2C5A78A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taggtgacat ctctggcatt aatgcttcag ttgtaaacat tcaaaaagaa attgaccgcc</w:t>
      </w:r>
    </w:p>
    <w:p w14:paraId="25D346A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tcaatgaggt tgccaagaat ttaaatgaat ctctcatcga tctccaagaa cttggaaagt</w:t>
      </w:r>
    </w:p>
    <w:p w14:paraId="354B5AE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atgagcagta tataaaatgg ccatggtaca tttggctagg ttttatagct ggcttgattg</w:t>
      </w:r>
    </w:p>
    <w:p w14:paraId="26EB13A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ccatagtaat ggtgacaatt atgctttgct gtatgaccag ttgctgtagt tgtctcaagg</w:t>
      </w:r>
    </w:p>
    <w:p w14:paraId="235DCF4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gctgttgttc ttgtggatcc tgctgcaaat ttgatgaaga cgactctgag ccagtgctca</w:t>
      </w:r>
    </w:p>
    <w:p w14:paraId="60E68A7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aaggagtcaa attacattac acataaacga acttatggat ttgtttatga gaatcttcac</w:t>
      </w:r>
    </w:p>
    <w:p w14:paraId="075A309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25381 aattggaact gtaactttga agcaaggtga aatcaaggat gctactcctt cagattttgt</w:t>
      </w:r>
    </w:p>
    <w:p w14:paraId="2A06463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tcgcgctact gcaacgatac cgatacaagc ctcactccct ttcggatggc ttattgttgg</w:t>
      </w:r>
    </w:p>
    <w:p w14:paraId="4DC0FC3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cgttgcactt cttgttgttt ttcagagcgc ttccaaaatc ataactctca aaaagagatg</w:t>
      </w:r>
    </w:p>
    <w:p w14:paraId="7F984E9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gcaactagca ctctccaagg gtgttcactt tgtttgcaac ttgctgttgt tgtttgtaac</w:t>
      </w:r>
    </w:p>
    <w:p w14:paraId="110D340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agtttactca caccttttgc tcgttgctgc tggccttgaa gccccttttc tctatcttta</w:t>
      </w:r>
    </w:p>
    <w:p w14:paraId="4290E92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tgctttagtc tacttcttgc agagtataaa ctttgtaaga ataataatga ggctttggct</w:t>
      </w:r>
    </w:p>
    <w:p w14:paraId="4C4D280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ttgctggaaa tgccgttcca aaaacccatt actttatgat gccaactatt ttctttgctg</w:t>
      </w:r>
    </w:p>
    <w:p w14:paraId="47056A7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gcatactaat tgttacgact attgtatacc ttacaatagt gtaacttctt caattgtcat</w:t>
      </w:r>
    </w:p>
    <w:p w14:paraId="35D2FE0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tacttcaggt gatggcacaa caagtcctat ttctgaacat gactaccaga ttggtggtta</w:t>
      </w:r>
    </w:p>
    <w:p w14:paraId="7A670F8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tactgaaaaa tgggaatctg gagtaaaaga ctgtgttgta ttacacagtt acttcacttc</w:t>
      </w:r>
    </w:p>
    <w:p w14:paraId="5ECAA8F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agactattac cagctgtact caactcaatt gagtacagac attggtgttg aacatgttac</w:t>
      </w:r>
    </w:p>
    <w:p w14:paraId="1FC11B8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cttcttcatc tacaataaaa ttgttgatga gcctgaagaa catgtccaaa ttcacacaat</w:t>
      </w:r>
    </w:p>
    <w:p w14:paraId="4E49869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cgacggttca tccggagttg ttaatccagt aatggaacca atttatgatg aaccgacgac</w:t>
      </w:r>
    </w:p>
    <w:p w14:paraId="75BD67C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gactactagc gtgcctttgt aagcacaagc tgatgagtac gaacttatgt actcattcgt</w:t>
      </w:r>
    </w:p>
    <w:p w14:paraId="7E43597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ttcggaagag ataggtacgt taatagttaa tagcgtactt ctttttcttg ctttcgtggt</w:t>
      </w:r>
    </w:p>
    <w:p w14:paraId="78CB329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attcttgcta gttacactag ccatccttac tgcgcttcga ttgtgtgcgt actgctgcaa</w:t>
      </w:r>
    </w:p>
    <w:p w14:paraId="265FE1E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tattgttaac gtgagtcttg taaaaccttc tttttacgtt tactctcgtg ttaaaaatct</w:t>
      </w:r>
    </w:p>
    <w:p w14:paraId="476962A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gaattcttct agagttcctg atcttctggt ctaaacgaac taaatattat attagttttt</w:t>
      </w:r>
    </w:p>
    <w:p w14:paraId="30FAB2C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ctgtttggaa ctttaatttt agccatggca gattccaacg gtactattac cgttgaagag</w:t>
      </w:r>
    </w:p>
    <w:p w14:paraId="1CA95DC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cttaaaaagc tccttgaaga atggaaccta gtaataggtt tcctattcct tacatggatt</w:t>
      </w:r>
    </w:p>
    <w:p w14:paraId="287F5AD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tgtcttctac aatttgccta tgccaacagg aataggtttt tgtatataat taagttaatt</w:t>
      </w:r>
    </w:p>
    <w:p w14:paraId="38CC786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ttcctctggc tgttatggcc agtaacttta acttgttttg tgcttgctgc tgtttacaga</w:t>
      </w:r>
    </w:p>
    <w:p w14:paraId="17346EF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ataaattgga tcaccggtgg aattgctatc gcaatggctt gtcttgtagg cttgatgtgg</w:t>
      </w:r>
    </w:p>
    <w:p w14:paraId="51911E1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ctcagctact tcattgcttc tttcagactg tttgcgcgta cgcgttccat gtggtcattt</w:t>
      </w:r>
    </w:p>
    <w:p w14:paraId="473C52F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aatccagaaa ctaacattct tctcaacgtg ccactccatg gcactattct gaccagaccg</w:t>
      </w:r>
    </w:p>
    <w:p w14:paraId="7046A15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cttctagaaa gtgaactcgt aatcggagct gtgatccttc gtggacatct tcgtattgct</w:t>
      </w:r>
    </w:p>
    <w:p w14:paraId="60A7A25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ggacaccatc taggacgctg tgacatcaag gacctgccta aagaaatcac tgttgctaca</w:t>
      </w:r>
    </w:p>
    <w:p w14:paraId="1A0C2F5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tcacgaacgc tttcttatta caaattggga gcttcgcagc gtgtagcagg tgactcaggt</w:t>
      </w:r>
    </w:p>
    <w:p w14:paraId="6080CB82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tttgctgcat acagtcgcta caggattggc aactataaat taaacacaga ccattccagt</w:t>
      </w:r>
    </w:p>
    <w:p w14:paraId="480C2F3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agcagtgaca atattgcttt gcttgtacag taagtgacaa cagatgtttc atctcgttga</w:t>
      </w:r>
    </w:p>
    <w:p w14:paraId="167B330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ctttcaggtt actatagcag agatattact aattattatg cggactttta aagtttccat</w:t>
      </w:r>
    </w:p>
    <w:p w14:paraId="0F6197A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ttggaatctt gattacatca taaacctcat aattaaaaat ttatctaagt cactaactga</w:t>
      </w:r>
    </w:p>
    <w:p w14:paraId="2E03515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gaataaatat tctcaattag atgaagagca accaatggag attctctaaa cgaacatgaa</w:t>
      </w:r>
    </w:p>
    <w:p w14:paraId="5054132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aattattctt ttcttggcac tgataacact cgctacttgt gagctttatc actaccaaga</w:t>
      </w:r>
    </w:p>
    <w:p w14:paraId="446FA0E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gtgtgttaga ggtacaacag tacttttaaa agaaccttgc tcttctggaa catacgaggg</w:t>
      </w:r>
    </w:p>
    <w:p w14:paraId="097B85D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caattcacca tttcatcctc tagctgataa caaatttgca ctgacttgct ttagcactca</w:t>
      </w:r>
    </w:p>
    <w:p w14:paraId="62C997F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atttgctttt gcttgtcctg acggcgtaaa acacgtctat cagttacgtg ccagatcagt</w:t>
      </w:r>
    </w:p>
    <w:p w14:paraId="6AD7ADE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ttcacctaaa ctgttcatca gacaagagga agttcaagaa ctttactctc caatttttct</w:t>
      </w:r>
    </w:p>
    <w:p w14:paraId="6F385D13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tattgttgcg gcaatagtgt ttataacact ttgcttcaca ctcaaaagaa agacagaatg</w:t>
      </w:r>
    </w:p>
    <w:p w14:paraId="60578508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attgaacttt cattaattga cttctatttg tgctttttag cctttctgtt attccttgtt</w:t>
      </w:r>
    </w:p>
    <w:p w14:paraId="189769B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ttaattatgc ttattatctt ttggttctca cttgaactgc aagatcataa tgaaacttgt</w:t>
      </w:r>
    </w:p>
    <w:p w14:paraId="03C0255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cacgcctaaa cgaacatgaa atttcttgtt ttcttaggaa tcatcacaac tgtagctgca</w:t>
      </w:r>
    </w:p>
    <w:p w14:paraId="7D66595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27901 tttcaccaag aatgtagttt acagtcatgt actcaacatc aaccatatgt agttgatgac</w:t>
      </w:r>
    </w:p>
    <w:p w14:paraId="5A7E68C6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ccgtgtccta ttcacttcta ttctaaatgg tatattagag taggagctag aaaatcagca</w:t>
      </w:r>
    </w:p>
    <w:p w14:paraId="3E864BA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cctttaattg aattgtgcgt ggatgaggct ggttctaaat cacccattca gtacatcgat</w:t>
      </w:r>
    </w:p>
    <w:p w14:paraId="4111D3D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atcggtaatt atacagtttc ctgtttacct tttacaatta attgccagga acctaaattg</w:t>
      </w:r>
    </w:p>
    <w:p w14:paraId="63F9789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ggtagtcttg tagtgcgttg ttcgttctat gaagactttt tagagtatca tgacgttcgt</w:t>
      </w:r>
    </w:p>
    <w:p w14:paraId="7494E2C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gttgttttag atttcatcta aacgaacaaa cttaaatgtc tgataatgga ccccaaaatc</w:t>
      </w:r>
    </w:p>
    <w:p w14:paraId="0ECC813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agcgaaatgc actccgcatt acgtttggtg gaccctcaga ttcaactggc agtaaccaga</w:t>
      </w:r>
    </w:p>
    <w:p w14:paraId="56854F1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atggtggggc gcgatcaaaa caacgtcggc cccaaggttt acccaataat actgcgtctt</w:t>
      </w:r>
    </w:p>
    <w:p w14:paraId="53378C0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ggttcaccgc tctcactcaa catggcaagg aagaccttaa attccctcga ggacaaggcg</w:t>
      </w:r>
    </w:p>
    <w:p w14:paraId="1503D99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ttccaattaa caccaatagc agtccagatg accaaattgg ctactaccga agagctacca</w:t>
      </w:r>
    </w:p>
    <w:p w14:paraId="4FC0132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gacgaattcg tggtggtgac ggtaaaatga aagatctcag tccaagatgg tatttctact</w:t>
      </w:r>
    </w:p>
    <w:p w14:paraId="16ACBFE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acctaggaac tgggccagaa gctggacttc cctatggtgc taacaaagac ggcatcatat</w:t>
      </w:r>
    </w:p>
    <w:p w14:paraId="7C4BB65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gggttgcaac tgagggagcc ttgaatacac caaaagatca cattggcacc cgcaatcctg</w:t>
      </w:r>
    </w:p>
    <w:p w14:paraId="7FA03B1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ctaacaatgc tgcaatcgtg ctacaacttc ctcaaggaac aacattgcca aaaggcttct</w:t>
      </w:r>
    </w:p>
    <w:p w14:paraId="4107E6C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acgcagaagg gagcagaggc ggcagtcaag cctcttctcg ttcctcatca cgtagtcgca</w:t>
      </w:r>
    </w:p>
    <w:p w14:paraId="672E33A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acagttcaag aaattcaact ccaggcagca gtaaacgaac ttctcctgct agaatggctg</w:t>
      </w:r>
    </w:p>
    <w:p w14:paraId="72800D5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gcaatggcgg tgatgctgct cttgctttgc tgctgcttga cagattgaac cagcttgaga</w:t>
      </w:r>
    </w:p>
    <w:p w14:paraId="358DB37A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gcaaaatgtc tggtaaaggc caacaacaac aaggccaaac tgtcactaag aaatctgctg</w:t>
      </w:r>
    </w:p>
    <w:p w14:paraId="182B318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ctgaggcttc taagaagcct cggcaaaaac gtactgccac taaagcatac aatgtaacac</w:t>
      </w:r>
    </w:p>
    <w:p w14:paraId="4C18CD1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aagctttcgg cagacgtggt ccagaacaaa cccaaggaaa ttttggggac caggaactaa</w:t>
      </w:r>
    </w:p>
    <w:p w14:paraId="6E8076D1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tcagacaagg aactgattac aaacattggc cgcaaattgc acaatttgcc cccagcgctt</w:t>
      </w:r>
    </w:p>
    <w:p w14:paraId="515B281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cagcgttctt cggaatgtcg cgcattggca tggaagtcac accttcggga acgtggttga</w:t>
      </w:r>
    </w:p>
    <w:p w14:paraId="311EA180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cctacacagg tgccatcaaa ttggatgaca aagatccaaa tttcaaagat caagtcattt</w:t>
      </w:r>
    </w:p>
    <w:p w14:paraId="7F26717B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tgctgaataa gcatattgac gcatacaaaa cattcccacc aacagagcct aaaaaggaca</w:t>
      </w:r>
    </w:p>
    <w:p w14:paraId="00DC6E8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aaaagaagaa ggctgatgaa actcaagcct taccgcagag acagaagaaa cagcaaactg</w:t>
      </w:r>
    </w:p>
    <w:p w14:paraId="2389DC3C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tgactcttct tcctgctgca gatttggatg atttctccaa acaattgcaa caatccatga</w:t>
      </w:r>
    </w:p>
    <w:p w14:paraId="7AD2A86F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gccgtgctga ctcaactcag gcctaaactc atgcagacca cacaaggcag atgggctata</w:t>
      </w:r>
    </w:p>
    <w:p w14:paraId="7E94B054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taaacgtttt cgcttttccg tttacgatat atagtctact cttgtgcaga atgaattctc</w:t>
      </w:r>
    </w:p>
    <w:p w14:paraId="293D94CE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gtaactacat agcacaagta gatgtagtta actttaatct cacatagcaa tctttaatca</w:t>
      </w:r>
    </w:p>
    <w:p w14:paraId="3A827A47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gtgtgtaaca ttagggagga cttgaaagag ccaccacatt ttcacctaca gtgaacaatg</w:t>
      </w:r>
    </w:p>
    <w:p w14:paraId="3A99CEA9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ctagggagag ctgcctatat ggaagagccc taatgtgtaa aattaatttt agtagtgcta</w:t>
      </w:r>
    </w:p>
    <w:p w14:paraId="3999ED35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tccccatgtg attttaatag cttcttagga gaatgacaaa aaaaaaaaaa aaaaaaaaaa</w:t>
      </w:r>
    </w:p>
    <w:p w14:paraId="612DCC7D" w14:textId="77777777" w:rsidR="002D458B" w:rsidRPr="002D458B" w:rsidRDefault="002D458B" w:rsidP="002D458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D458B">
        <w:rPr>
          <w:rFonts w:ascii="ＭＳ ゴシック" w:eastAsia="ＭＳ ゴシック" w:hAnsi="ＭＳ ゴシック" w:cs="ＭＳ ゴシック"/>
          <w:kern w:val="0"/>
          <w:sz w:val="24"/>
        </w:rPr>
        <w:t xml:space="preserve">    29821 aaaaaaaaaa</w:t>
      </w:r>
    </w:p>
    <w:p w14:paraId="2562492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58B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D458B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712B54"/>
  <w15:chartTrackingRefBased/>
  <w15:docId w15:val="{F38A8134-B343-204B-B059-082C9A9D9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4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7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62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2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86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5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74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10984</Words>
  <Characters>62611</Characters>
  <Application>Microsoft Office Word</Application>
  <DocSecurity>0</DocSecurity>
  <Lines>521</Lines>
  <Paragraphs>146</Paragraphs>
  <ScaleCrop>false</ScaleCrop>
  <Company/>
  <LinksUpToDate>false</LinksUpToDate>
  <CharactersWithSpaces>73449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2023-02-01T05:15:00Z</dcterms:created>
  <dcterms:modified xsi:type="dcterms:W3CDTF">2023-02-01T05:16:00Z</dcterms:modified>
</cp:coreProperties>
</file>